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BC02" w14:textId="58C2F718" w:rsidR="001C5462" w:rsidRPr="00A66CA0" w:rsidRDefault="001C5462">
      <w:pPr>
        <w:rPr>
          <w:lang w:val="nl-NL"/>
        </w:rPr>
      </w:pPr>
    </w:p>
    <w:sectPr w:rsidR="001C5462" w:rsidRPr="00A66CA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0E4B6" w14:textId="77777777" w:rsidR="00E51977" w:rsidRDefault="00E51977" w:rsidP="001742B9">
      <w:pPr>
        <w:spacing w:after="0" w:line="240" w:lineRule="auto"/>
      </w:pPr>
      <w:r>
        <w:separator/>
      </w:r>
    </w:p>
  </w:endnote>
  <w:endnote w:type="continuationSeparator" w:id="0">
    <w:p w14:paraId="12CD048F" w14:textId="77777777" w:rsidR="00E51977" w:rsidRDefault="00E51977" w:rsidP="00174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0695503"/>
      <w:docPartObj>
        <w:docPartGallery w:val="Page Numbers (Bottom of Page)"/>
        <w:docPartUnique/>
      </w:docPartObj>
    </w:sdtPr>
    <w:sdtEndPr/>
    <w:sdtContent>
      <w:p w14:paraId="6E67BC95" w14:textId="323C754F" w:rsidR="001742B9" w:rsidRDefault="00736386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0" allowOverlap="1" wp14:anchorId="4A8D2E82" wp14:editId="43EBF11B">
                  <wp:simplePos x="0" y="0"/>
                  <wp:positionH relativeFrom="leftMargin">
                    <wp:align>left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0" t="9525" r="0" b="0"/>
                  <wp:wrapNone/>
                  <wp:docPr id="4" name="Group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0" y="14400"/>
                            <a:chExt cx="1440" cy="1440"/>
                          </a:xfrm>
                        </wpg:grpSpPr>
                        <wpg:grpSp>
                          <wpg:cNvPr id="5" name="Group 2"/>
                          <wpg:cNvGrpSpPr>
                            <a:grpSpLocks/>
                          </wpg:cNvGrpSpPr>
                          <wpg:grpSpPr bwMode="auto">
                            <a:xfrm>
                              <a:off x="0" y="14400"/>
                              <a:ext cx="1440" cy="1440"/>
                              <a:chOff x="0" y="14400"/>
                              <a:chExt cx="1440" cy="1440"/>
                            </a:xfrm>
                          </wpg:grpSpPr>
                          <wps:wsp>
                            <wps:cNvPr id="6" name="Rectangl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440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3E04EC" w14:textId="77777777" w:rsidR="00736386" w:rsidRDefault="0073638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" name="AutoShape 4"/>
                          <wps:cNvSpPr>
                            <a:spLocks noChangeArrowheads="1"/>
                          </wps:cNvSpPr>
                          <wps:spPr bwMode="auto">
                            <a:xfrm rot="8100000">
                              <a:off x="288" y="14729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74FA774" w14:textId="77777777" w:rsidR="00736386" w:rsidRDefault="00736386">
                                <w:pPr>
                                  <w:pStyle w:val="Header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group w14:anchorId="4A8D2E82" id="Group 4" o:spid="_x0000_s1026" style="position:absolute;margin-left:0;margin-top:0;width:1in;height:1in;z-index:251661312;mso-position-horizontal:left;mso-position-horizontal-relative:left-margin-area;mso-position-vertical:bottom;mso-position-vertical-relative:bottom-margin-area;mso-width-relative:left-margin-area;mso-height-relative:bottom-margin-area" coordorigin="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" o:allowincell="f">
                  <v:group id="Group 2" o:spid="_x0000_s1027" style="position:absolute;top:14400;width:1440;height:1440" coordorigin=",14400" coordsize="144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ctangle 3" o:spid="_x0000_s1028" style="position:absolute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>
                      <v:textbox>
                        <w:txbxContent>
                          <w:p w14:paraId="253E04EC" w14:textId="77777777" w:rsidR="00736386" w:rsidRDefault="00736386"/>
                        </w:txbxContent>
                      </v:textbox>
                    </v:rect>
                  </v:group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4" o:spid="_x0000_s1029" type="#_x0000_t15" style="position:absolute;left:288;top:14729;width:1121;height:49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" filled="f" fillcolor="#5c83b4" strokecolor="#5c83b4">
                    <v:textbox inset=",0,,0">
                      <w:txbxContent>
                        <w:p w14:paraId="574FA774" w14:textId="77777777" w:rsidR="00736386" w:rsidRDefault="00736386">
                          <w:pPr>
                            <w:pStyle w:val="Header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16964" w14:textId="77777777" w:rsidR="00E51977" w:rsidRDefault="00E51977" w:rsidP="001742B9">
      <w:pPr>
        <w:spacing w:after="0" w:line="240" w:lineRule="auto"/>
      </w:pPr>
      <w:r>
        <w:separator/>
      </w:r>
    </w:p>
  </w:footnote>
  <w:footnote w:type="continuationSeparator" w:id="0">
    <w:p w14:paraId="276F6AFF" w14:textId="77777777" w:rsidR="00E51977" w:rsidRDefault="00E51977" w:rsidP="00174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671" w14:textId="4D10A0D2" w:rsidR="001742B9" w:rsidRDefault="001742B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F66D56" wp14:editId="3097DFED">
          <wp:simplePos x="0" y="0"/>
          <wp:positionH relativeFrom="column">
            <wp:posOffset>5052010</wp:posOffset>
          </wp:positionH>
          <wp:positionV relativeFrom="paragraph">
            <wp:posOffset>-368933</wp:posOffset>
          </wp:positionV>
          <wp:extent cx="1642745" cy="600075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74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5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549"/>
    <w:rsid w:val="00097151"/>
    <w:rsid w:val="001742B9"/>
    <w:rsid w:val="001C5462"/>
    <w:rsid w:val="00424E2B"/>
    <w:rsid w:val="005B37E6"/>
    <w:rsid w:val="00736386"/>
    <w:rsid w:val="008E0FDA"/>
    <w:rsid w:val="00960933"/>
    <w:rsid w:val="00A66CA0"/>
    <w:rsid w:val="00D67549"/>
    <w:rsid w:val="00E5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03216F"/>
  <w15:chartTrackingRefBased/>
  <w15:docId w15:val="{0649EF75-7D7A-47E8-832C-4C49AB54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2B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74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2B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iDrive\ICF\mswo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msword.dot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6</cp:revision>
  <dcterms:created xsi:type="dcterms:W3CDTF">2021-08-11T06:27:00Z</dcterms:created>
  <dcterms:modified xsi:type="dcterms:W3CDTF">2021-08-23T14:08:00Z</dcterms:modified>
</cp:coreProperties>
</file>