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C096A" w14:textId="77777777" w:rsidR="00B561ED" w:rsidRDefault="00B561ED" w:rsidP="007E270E">
      <w:pPr>
        <w:rPr>
          <w:rFonts w:ascii="Calibri" w:hAnsi="Calibri" w:cs="Calibri"/>
        </w:rPr>
      </w:pPr>
      <w:r w:rsidRPr="00DE71DC">
        <w:rPr>
          <w:rFonts w:ascii="Calibri" w:hAnsi="Calibri" w:cs="Calibri"/>
        </w:rPr>
        <w:t>Naam:</w:t>
      </w:r>
      <w:r w:rsidR="00A42EF5">
        <w:rPr>
          <w:rFonts w:ascii="Calibri" w:hAnsi="Calibri" w:cs="Calibri"/>
        </w:rPr>
        <w:t xml:space="preserve"> </w:t>
      </w:r>
      <w:bookmarkStart w:id="0" w:name="NAAM"/>
      <w:bookmarkEnd w:id="0"/>
    </w:p>
    <w:p w14:paraId="48C1E3AD" w14:textId="77777777" w:rsidR="008362AC" w:rsidRPr="00DE71DC" w:rsidRDefault="008362AC" w:rsidP="007E270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Geb. dat: </w:t>
      </w:r>
      <w:bookmarkStart w:id="1" w:name="GEBOORTEDATUM"/>
      <w:bookmarkEnd w:id="1"/>
    </w:p>
    <w:p w14:paraId="51483838" w14:textId="77777777" w:rsidR="00B561ED" w:rsidRPr="00DE71DC" w:rsidRDefault="00B561ED" w:rsidP="007E270E">
      <w:pPr>
        <w:rPr>
          <w:rFonts w:ascii="Calibri" w:hAnsi="Calibri" w:cs="Calibri"/>
        </w:rPr>
      </w:pPr>
      <w:r w:rsidRPr="00DE71DC">
        <w:rPr>
          <w:rFonts w:ascii="Calibri" w:hAnsi="Calibri" w:cs="Calibri"/>
        </w:rPr>
        <w:t>Patiëntnummer:</w:t>
      </w:r>
      <w:r w:rsidR="00A42EF5">
        <w:rPr>
          <w:rFonts w:ascii="Calibri" w:hAnsi="Calibri" w:cs="Calibri"/>
        </w:rPr>
        <w:t xml:space="preserve"> </w:t>
      </w:r>
      <w:bookmarkStart w:id="2" w:name="BSN"/>
      <w:bookmarkEnd w:id="2"/>
    </w:p>
    <w:p w14:paraId="5AA18F83" w14:textId="77777777" w:rsidR="00B561ED" w:rsidRPr="00DE71DC" w:rsidRDefault="00B561ED" w:rsidP="007E270E">
      <w:pPr>
        <w:rPr>
          <w:rFonts w:ascii="Calibri" w:hAnsi="Calibri" w:cs="Calibri"/>
        </w:rPr>
      </w:pPr>
      <w:r w:rsidRPr="00DE71DC">
        <w:rPr>
          <w:rFonts w:ascii="Calibri" w:hAnsi="Calibri" w:cs="Calibri"/>
        </w:rPr>
        <w:t>Adres:</w:t>
      </w:r>
      <w:r w:rsidR="00A42EF5">
        <w:rPr>
          <w:rFonts w:ascii="Calibri" w:hAnsi="Calibri" w:cs="Calibri"/>
        </w:rPr>
        <w:t xml:space="preserve"> </w:t>
      </w:r>
    </w:p>
    <w:p w14:paraId="030B8643" w14:textId="77777777" w:rsidR="00B561ED" w:rsidRPr="00DE71DC" w:rsidRDefault="00B561ED" w:rsidP="007E270E">
      <w:pPr>
        <w:rPr>
          <w:rFonts w:ascii="Calibri" w:hAnsi="Calibri" w:cs="Calibri"/>
        </w:rPr>
      </w:pPr>
      <w:r w:rsidRPr="00DE71DC">
        <w:rPr>
          <w:rFonts w:ascii="Calibri" w:hAnsi="Calibri" w:cs="Calibri"/>
        </w:rPr>
        <w:t>Woonplaats:</w:t>
      </w:r>
      <w:r w:rsidR="00A42EF5">
        <w:rPr>
          <w:rFonts w:ascii="Calibri" w:hAnsi="Calibri" w:cs="Calibri"/>
        </w:rPr>
        <w:t xml:space="preserve"> </w:t>
      </w:r>
    </w:p>
    <w:p w14:paraId="6C2A5A81" w14:textId="77777777" w:rsidR="00B561ED" w:rsidRPr="00DE71DC" w:rsidRDefault="00B561ED" w:rsidP="007E270E">
      <w:pPr>
        <w:rPr>
          <w:rFonts w:ascii="Calibri" w:hAnsi="Calibri" w:cs="Calibri"/>
        </w:rPr>
      </w:pPr>
      <w:r w:rsidRPr="00DE71DC">
        <w:rPr>
          <w:rFonts w:ascii="Calibri" w:hAnsi="Calibri" w:cs="Calibri"/>
        </w:rPr>
        <w:t>Telefoonnummer:</w:t>
      </w:r>
      <w:r w:rsidR="00A42EF5">
        <w:rPr>
          <w:rFonts w:ascii="Calibri" w:hAnsi="Calibri" w:cs="Calibri"/>
        </w:rPr>
        <w:t xml:space="preserve"> </w:t>
      </w:r>
    </w:p>
    <w:p w14:paraId="2FDF007A" w14:textId="77777777" w:rsidR="00B561ED" w:rsidRDefault="00B561ED" w:rsidP="007E270E">
      <w:pPr>
        <w:rPr>
          <w:rFonts w:ascii="Calibri" w:hAnsi="Calibri" w:cs="Calibri"/>
        </w:rPr>
      </w:pPr>
      <w:r w:rsidRPr="00DE71DC">
        <w:rPr>
          <w:rFonts w:ascii="Calibri" w:hAnsi="Calibri" w:cs="Calibri"/>
        </w:rPr>
        <w:t>Contactpersoon:</w:t>
      </w:r>
      <w:r w:rsidR="00A42EF5">
        <w:rPr>
          <w:rFonts w:ascii="Calibri" w:hAnsi="Calibri" w:cs="Calibri"/>
        </w:rPr>
        <w:t xml:space="preserve"> </w:t>
      </w:r>
    </w:p>
    <w:p w14:paraId="19220B3C" w14:textId="77777777" w:rsidR="006F170A" w:rsidRDefault="006F170A" w:rsidP="007E270E">
      <w:pPr>
        <w:rPr>
          <w:rFonts w:ascii="Calibri" w:hAnsi="Calibri" w:cs="Calibri"/>
        </w:rPr>
      </w:pPr>
    </w:p>
    <w:p w14:paraId="4A15B824" w14:textId="77777777" w:rsidR="006F170A" w:rsidRPr="006F170A" w:rsidRDefault="006F170A" w:rsidP="007E270E">
      <w:pPr>
        <w:rPr>
          <w:rFonts w:ascii="Calibri" w:hAnsi="Calibri" w:cs="Calibri"/>
          <w:b/>
          <w:bCs/>
        </w:rPr>
      </w:pPr>
      <w:r w:rsidRPr="006F170A">
        <w:rPr>
          <w:rFonts w:ascii="Calibri" w:hAnsi="Calibri" w:cs="Calibri"/>
          <w:b/>
          <w:bCs/>
        </w:rPr>
        <w:t>Context van de zorg: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9"/>
      </w:tblGrid>
      <w:tr w:rsidR="006F170A" w:rsidRPr="00A123EC" w14:paraId="211B105B" w14:textId="77777777" w:rsidTr="00A123EC">
        <w:trPr>
          <w:trHeight w:val="1061"/>
        </w:trPr>
        <w:tc>
          <w:tcPr>
            <w:tcW w:w="10755" w:type="dxa"/>
            <w:shd w:val="clear" w:color="auto" w:fill="auto"/>
          </w:tcPr>
          <w:p w14:paraId="3E461186" w14:textId="77777777" w:rsidR="006F170A" w:rsidRPr="00A123EC" w:rsidRDefault="006F170A" w:rsidP="007E270E">
            <w:pPr>
              <w:rPr>
                <w:rFonts w:ascii="Calibri" w:hAnsi="Calibri" w:cs="Calibri"/>
              </w:rPr>
            </w:pPr>
          </w:p>
        </w:tc>
      </w:tr>
    </w:tbl>
    <w:p w14:paraId="264F4242" w14:textId="77777777" w:rsidR="00B561ED" w:rsidRPr="00DE71DC" w:rsidRDefault="00B561ED" w:rsidP="007E270E">
      <w:pPr>
        <w:rPr>
          <w:rFonts w:ascii="Calibri" w:hAnsi="Calibri" w:cs="Calibri"/>
        </w:rPr>
      </w:pPr>
    </w:p>
    <w:p w14:paraId="49ADB797" w14:textId="77777777" w:rsidR="0008101F" w:rsidRPr="00DE71DC" w:rsidRDefault="00B561ED" w:rsidP="007E270E">
      <w:pPr>
        <w:rPr>
          <w:rFonts w:ascii="Calibri" w:hAnsi="Calibri" w:cs="Calibri"/>
          <w:b/>
        </w:rPr>
      </w:pPr>
      <w:r w:rsidRPr="00DE71DC">
        <w:rPr>
          <w:rFonts w:ascii="Calibri" w:hAnsi="Calibri" w:cs="Calibri"/>
          <w:b/>
        </w:rPr>
        <w:t>Medische voorgeschiedenis: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3192"/>
        <w:gridCol w:w="3194"/>
        <w:gridCol w:w="3186"/>
      </w:tblGrid>
      <w:tr w:rsidR="00B561ED" w:rsidRPr="00DE71DC" w14:paraId="4E07D4C6" w14:textId="77777777" w:rsidTr="00BD43B0">
        <w:tc>
          <w:tcPr>
            <w:tcW w:w="959" w:type="dxa"/>
            <w:shd w:val="clear" w:color="auto" w:fill="D9D9D9"/>
          </w:tcPr>
          <w:p w14:paraId="2868FEFD" w14:textId="77777777" w:rsidR="00B561ED" w:rsidRPr="008B7EA8" w:rsidRDefault="00B561ED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Datum</w:t>
            </w:r>
          </w:p>
        </w:tc>
        <w:tc>
          <w:tcPr>
            <w:tcW w:w="3240" w:type="dxa"/>
            <w:shd w:val="clear" w:color="auto" w:fill="D9D9D9"/>
          </w:tcPr>
          <w:p w14:paraId="5F0AEF4C" w14:textId="77777777" w:rsidR="00B561ED" w:rsidRPr="008B7EA8" w:rsidRDefault="00B561ED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Aandoening</w:t>
            </w:r>
          </w:p>
        </w:tc>
        <w:tc>
          <w:tcPr>
            <w:tcW w:w="3240" w:type="dxa"/>
            <w:shd w:val="clear" w:color="auto" w:fill="D9D9D9"/>
          </w:tcPr>
          <w:p w14:paraId="418B2A13" w14:textId="77777777" w:rsidR="00B561ED" w:rsidRPr="008B7EA8" w:rsidRDefault="00B561ED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Behandeling</w:t>
            </w:r>
          </w:p>
        </w:tc>
        <w:tc>
          <w:tcPr>
            <w:tcW w:w="3240" w:type="dxa"/>
            <w:shd w:val="clear" w:color="auto" w:fill="D9D9D9"/>
          </w:tcPr>
          <w:p w14:paraId="12D9F139" w14:textId="77777777" w:rsidR="00B561ED" w:rsidRPr="008B7EA8" w:rsidRDefault="00B561ED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Resultaat</w:t>
            </w:r>
          </w:p>
        </w:tc>
      </w:tr>
      <w:tr w:rsidR="00B561ED" w:rsidRPr="00DE71DC" w14:paraId="0FDD1302" w14:textId="77777777" w:rsidTr="00DE71DC">
        <w:tc>
          <w:tcPr>
            <w:tcW w:w="959" w:type="dxa"/>
            <w:shd w:val="clear" w:color="auto" w:fill="auto"/>
          </w:tcPr>
          <w:p w14:paraId="1D7A8B32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  <w:tc>
          <w:tcPr>
            <w:tcW w:w="3240" w:type="dxa"/>
            <w:shd w:val="clear" w:color="auto" w:fill="auto"/>
          </w:tcPr>
          <w:p w14:paraId="013AB9C9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  <w:tc>
          <w:tcPr>
            <w:tcW w:w="3240" w:type="dxa"/>
            <w:shd w:val="clear" w:color="auto" w:fill="auto"/>
          </w:tcPr>
          <w:p w14:paraId="44F60579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  <w:tc>
          <w:tcPr>
            <w:tcW w:w="3240" w:type="dxa"/>
            <w:shd w:val="clear" w:color="auto" w:fill="auto"/>
          </w:tcPr>
          <w:p w14:paraId="2D3CC84E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</w:tr>
      <w:tr w:rsidR="00B561ED" w:rsidRPr="00DE71DC" w14:paraId="5F65BB95" w14:textId="77777777" w:rsidTr="00DE71DC">
        <w:tc>
          <w:tcPr>
            <w:tcW w:w="959" w:type="dxa"/>
            <w:shd w:val="clear" w:color="auto" w:fill="auto"/>
          </w:tcPr>
          <w:p w14:paraId="2F2EEFD2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  <w:tc>
          <w:tcPr>
            <w:tcW w:w="3240" w:type="dxa"/>
            <w:shd w:val="clear" w:color="auto" w:fill="auto"/>
          </w:tcPr>
          <w:p w14:paraId="36B318B1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  <w:tc>
          <w:tcPr>
            <w:tcW w:w="3240" w:type="dxa"/>
            <w:shd w:val="clear" w:color="auto" w:fill="auto"/>
          </w:tcPr>
          <w:p w14:paraId="0FC70A22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  <w:tc>
          <w:tcPr>
            <w:tcW w:w="3240" w:type="dxa"/>
            <w:shd w:val="clear" w:color="auto" w:fill="auto"/>
          </w:tcPr>
          <w:p w14:paraId="61DC66EF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</w:tr>
    </w:tbl>
    <w:p w14:paraId="5CDA3E62" w14:textId="77777777" w:rsidR="00B561ED" w:rsidRPr="00DE71DC" w:rsidRDefault="00B561ED" w:rsidP="007E270E">
      <w:pPr>
        <w:rPr>
          <w:rFonts w:ascii="Calibri" w:hAnsi="Calibri" w:cs="Calibri"/>
        </w:rPr>
      </w:pPr>
    </w:p>
    <w:p w14:paraId="3B982E16" w14:textId="77777777" w:rsidR="0008101F" w:rsidRPr="00DE71DC" w:rsidRDefault="00B561ED" w:rsidP="007E270E">
      <w:pPr>
        <w:rPr>
          <w:rFonts w:ascii="Calibri" w:hAnsi="Calibri" w:cs="Calibri"/>
          <w:b/>
        </w:rPr>
      </w:pPr>
      <w:r w:rsidRPr="00DE71DC">
        <w:rPr>
          <w:rFonts w:ascii="Calibri" w:hAnsi="Calibri" w:cs="Calibri"/>
          <w:b/>
        </w:rPr>
        <w:t>Medicatieoverzicht: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7"/>
        <w:gridCol w:w="2627"/>
        <w:gridCol w:w="2646"/>
      </w:tblGrid>
      <w:tr w:rsidR="00B561ED" w:rsidRPr="008B7EA8" w14:paraId="0FA8215B" w14:textId="77777777" w:rsidTr="00BD43B0">
        <w:tc>
          <w:tcPr>
            <w:tcW w:w="2669" w:type="dxa"/>
            <w:shd w:val="clear" w:color="auto" w:fill="D9D9D9"/>
          </w:tcPr>
          <w:p w14:paraId="582CDED4" w14:textId="77777777" w:rsidR="00B561ED" w:rsidRPr="008B7EA8" w:rsidRDefault="00B561ED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Medicatie</w:t>
            </w:r>
          </w:p>
        </w:tc>
        <w:tc>
          <w:tcPr>
            <w:tcW w:w="2670" w:type="dxa"/>
            <w:shd w:val="clear" w:color="auto" w:fill="D9D9D9"/>
          </w:tcPr>
          <w:p w14:paraId="4C6D46E1" w14:textId="77777777" w:rsidR="00B561ED" w:rsidRPr="008B7EA8" w:rsidRDefault="00B561ED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Dosering</w:t>
            </w:r>
          </w:p>
        </w:tc>
        <w:tc>
          <w:tcPr>
            <w:tcW w:w="2670" w:type="dxa"/>
            <w:shd w:val="clear" w:color="auto" w:fill="D9D9D9"/>
          </w:tcPr>
          <w:p w14:paraId="1744F3BE" w14:textId="77777777" w:rsidR="00B561ED" w:rsidRPr="008B7EA8" w:rsidRDefault="00B561ED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Indicatie</w:t>
            </w:r>
          </w:p>
        </w:tc>
        <w:tc>
          <w:tcPr>
            <w:tcW w:w="2670" w:type="dxa"/>
            <w:shd w:val="clear" w:color="auto" w:fill="D9D9D9"/>
          </w:tcPr>
          <w:p w14:paraId="4B4776DF" w14:textId="77777777" w:rsidR="00B561ED" w:rsidRPr="008B7EA8" w:rsidRDefault="00B561ED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Effect (+bijwerkingen)</w:t>
            </w:r>
          </w:p>
        </w:tc>
      </w:tr>
      <w:tr w:rsidR="00B561ED" w:rsidRPr="00DE71DC" w14:paraId="37CB16B2" w14:textId="77777777" w:rsidTr="00DE71DC">
        <w:tc>
          <w:tcPr>
            <w:tcW w:w="2669" w:type="dxa"/>
            <w:shd w:val="clear" w:color="auto" w:fill="auto"/>
          </w:tcPr>
          <w:p w14:paraId="40145974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  <w:tc>
          <w:tcPr>
            <w:tcW w:w="2670" w:type="dxa"/>
            <w:shd w:val="clear" w:color="auto" w:fill="auto"/>
          </w:tcPr>
          <w:p w14:paraId="67B89639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  <w:tc>
          <w:tcPr>
            <w:tcW w:w="2670" w:type="dxa"/>
            <w:shd w:val="clear" w:color="auto" w:fill="auto"/>
          </w:tcPr>
          <w:p w14:paraId="2F67F5CE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  <w:tc>
          <w:tcPr>
            <w:tcW w:w="2670" w:type="dxa"/>
            <w:shd w:val="clear" w:color="auto" w:fill="auto"/>
          </w:tcPr>
          <w:p w14:paraId="424DA54B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</w:tr>
      <w:tr w:rsidR="00B561ED" w:rsidRPr="00DE71DC" w14:paraId="591E6FFF" w14:textId="77777777" w:rsidTr="00DE71DC">
        <w:tc>
          <w:tcPr>
            <w:tcW w:w="2669" w:type="dxa"/>
            <w:shd w:val="clear" w:color="auto" w:fill="auto"/>
          </w:tcPr>
          <w:p w14:paraId="05328C73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  <w:tc>
          <w:tcPr>
            <w:tcW w:w="2670" w:type="dxa"/>
            <w:shd w:val="clear" w:color="auto" w:fill="auto"/>
          </w:tcPr>
          <w:p w14:paraId="7F42CCD3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  <w:tc>
          <w:tcPr>
            <w:tcW w:w="2670" w:type="dxa"/>
            <w:shd w:val="clear" w:color="auto" w:fill="auto"/>
          </w:tcPr>
          <w:p w14:paraId="40B8AB92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  <w:tc>
          <w:tcPr>
            <w:tcW w:w="2670" w:type="dxa"/>
            <w:shd w:val="clear" w:color="auto" w:fill="auto"/>
          </w:tcPr>
          <w:p w14:paraId="079ACFB1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</w:tr>
    </w:tbl>
    <w:p w14:paraId="7FBB7A66" w14:textId="77777777" w:rsidR="00B561ED" w:rsidRDefault="0030780B" w:rsidP="007E270E">
      <w:pPr>
        <w:rPr>
          <w:rFonts w:ascii="Arial Narrow" w:hAnsi="Arial Narrow"/>
          <w:sz w:val="18"/>
        </w:rPr>
      </w:pPr>
      <w:r w:rsidRPr="0030780B">
        <w:rPr>
          <w:rFonts w:ascii="Arial Narrow" w:hAnsi="Arial Narrow" w:cs="Calibri"/>
          <w:sz w:val="18"/>
        </w:rPr>
        <w:t xml:space="preserve">[ga naar </w:t>
      </w:r>
      <w:hyperlink r:id="rId7" w:history="1">
        <w:r w:rsidRPr="0030780B">
          <w:rPr>
            <w:rStyle w:val="Hyperlink"/>
            <w:rFonts w:ascii="Arial Narrow" w:hAnsi="Arial Narrow"/>
            <w:sz w:val="18"/>
          </w:rPr>
          <w:t>https://www.farmacotherapeutischkompas.nl/</w:t>
        </w:r>
      </w:hyperlink>
      <w:r w:rsidRPr="0030780B">
        <w:rPr>
          <w:rFonts w:ascii="Arial Narrow" w:hAnsi="Arial Narrow"/>
          <w:sz w:val="18"/>
        </w:rPr>
        <w:t xml:space="preserve"> voor beschrijving medicatie]</w:t>
      </w:r>
    </w:p>
    <w:p w14:paraId="5653A96B" w14:textId="77777777" w:rsidR="0030780B" w:rsidRPr="0030780B" w:rsidRDefault="0030780B" w:rsidP="007E270E">
      <w:pPr>
        <w:rPr>
          <w:rFonts w:ascii="Arial Narrow" w:hAnsi="Arial Narrow" w:cs="Calibri"/>
          <w:sz w:val="18"/>
        </w:rPr>
      </w:pPr>
    </w:p>
    <w:p w14:paraId="62974C34" w14:textId="77777777" w:rsidR="00B561ED" w:rsidRPr="00DE71DC" w:rsidRDefault="00B561ED" w:rsidP="007E270E">
      <w:pPr>
        <w:rPr>
          <w:rFonts w:ascii="Calibri" w:hAnsi="Calibri" w:cs="Calibri"/>
          <w:b/>
          <w:u w:val="single"/>
        </w:rPr>
      </w:pPr>
      <w:r w:rsidRPr="00DE71DC">
        <w:rPr>
          <w:rFonts w:ascii="Calibri" w:hAnsi="Calibri" w:cs="Calibri"/>
          <w:b/>
          <w:u w:val="single"/>
        </w:rPr>
        <w:t>Vitale functies:</w:t>
      </w:r>
    </w:p>
    <w:p w14:paraId="61535B07" w14:textId="77777777" w:rsidR="00B561ED" w:rsidRPr="00DE71DC" w:rsidRDefault="00B561ED" w:rsidP="007E270E">
      <w:pPr>
        <w:rPr>
          <w:rFonts w:ascii="Calibri" w:hAnsi="Calibri" w:cs="Calibri"/>
        </w:rPr>
      </w:pPr>
      <w:r w:rsidRPr="00DE71DC">
        <w:rPr>
          <w:rFonts w:ascii="Calibri" w:hAnsi="Calibri" w:cs="Calibri"/>
        </w:rPr>
        <w:t>Pols:</w:t>
      </w:r>
    </w:p>
    <w:p w14:paraId="55D80A36" w14:textId="77777777" w:rsidR="00B561ED" w:rsidRPr="00DE71DC" w:rsidRDefault="00B561ED" w:rsidP="007E270E">
      <w:pPr>
        <w:rPr>
          <w:rFonts w:ascii="Calibri" w:hAnsi="Calibri" w:cs="Calibri"/>
        </w:rPr>
      </w:pPr>
      <w:r w:rsidRPr="00DE71DC">
        <w:rPr>
          <w:rFonts w:ascii="Calibri" w:hAnsi="Calibri" w:cs="Calibri"/>
        </w:rPr>
        <w:t>Tensie:</w:t>
      </w:r>
    </w:p>
    <w:p w14:paraId="5C0C9E52" w14:textId="77777777" w:rsidR="00B561ED" w:rsidRDefault="00B561ED" w:rsidP="007E270E">
      <w:pPr>
        <w:rPr>
          <w:rFonts w:ascii="Calibri" w:hAnsi="Calibri" w:cs="Calibri"/>
        </w:rPr>
      </w:pPr>
      <w:r w:rsidRPr="00DE71DC">
        <w:rPr>
          <w:rFonts w:ascii="Calibri" w:hAnsi="Calibri" w:cs="Calibri"/>
        </w:rPr>
        <w:t>Ademhaling:</w:t>
      </w:r>
    </w:p>
    <w:p w14:paraId="6B228E6C" w14:textId="77777777" w:rsidR="0030780B" w:rsidRDefault="0030780B" w:rsidP="007E270E">
      <w:pPr>
        <w:rPr>
          <w:rFonts w:ascii="Calibri" w:hAnsi="Calibri" w:cs="Calibri"/>
        </w:rPr>
      </w:pPr>
    </w:p>
    <w:p w14:paraId="27BEAEE3" w14:textId="77777777" w:rsidR="0030780B" w:rsidRDefault="0030780B" w:rsidP="007E270E">
      <w:pPr>
        <w:rPr>
          <w:rFonts w:ascii="Calibri" w:hAnsi="Calibri" w:cs="Calibri"/>
        </w:rPr>
      </w:pPr>
      <w:r w:rsidRPr="0030780B">
        <w:rPr>
          <w:rFonts w:ascii="Calibri" w:hAnsi="Calibri" w:cs="Calibri"/>
          <w:b/>
          <w:u w:val="single"/>
        </w:rPr>
        <w:t>Relevante Labwaarden:</w:t>
      </w:r>
      <w:r>
        <w:rPr>
          <w:rFonts w:ascii="Calibri" w:hAnsi="Calibri" w:cs="Calibri"/>
        </w:rPr>
        <w:t xml:space="preserve"> </w:t>
      </w:r>
    </w:p>
    <w:p w14:paraId="5947F26F" w14:textId="77777777" w:rsidR="0030780B" w:rsidRPr="0030780B" w:rsidRDefault="0030780B" w:rsidP="007E270E">
      <w:pPr>
        <w:rPr>
          <w:rFonts w:ascii="Arial Narrow" w:hAnsi="Arial Narrow" w:cs="Calibri"/>
          <w:sz w:val="18"/>
        </w:rPr>
      </w:pPr>
      <w:r w:rsidRPr="0030780B">
        <w:rPr>
          <w:rFonts w:ascii="Arial Narrow" w:hAnsi="Arial Narrow" w:cs="Calibri"/>
          <w:sz w:val="18"/>
        </w:rPr>
        <w:t xml:space="preserve">[ga naar </w:t>
      </w:r>
      <w:hyperlink r:id="rId8" w:history="1">
        <w:r w:rsidRPr="0030780B">
          <w:rPr>
            <w:rStyle w:val="Hyperlink"/>
            <w:rFonts w:ascii="Arial Narrow" w:hAnsi="Arial Narrow"/>
            <w:sz w:val="18"/>
          </w:rPr>
          <w:t>https://www.nvkc.nl/zoek-een-test</w:t>
        </w:r>
      </w:hyperlink>
      <w:r w:rsidRPr="0030780B">
        <w:rPr>
          <w:rFonts w:ascii="Arial Narrow" w:hAnsi="Arial Narrow"/>
          <w:sz w:val="18"/>
        </w:rPr>
        <w:t xml:space="preserve"> voor bepalingen en referentiewaarden]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1984"/>
        <w:gridCol w:w="2126"/>
        <w:gridCol w:w="3200"/>
      </w:tblGrid>
      <w:tr w:rsidR="0030780B" w:rsidRPr="008B7EA8" w14:paraId="5841FDEB" w14:textId="77777777" w:rsidTr="00BD43B0">
        <w:tc>
          <w:tcPr>
            <w:tcW w:w="959" w:type="dxa"/>
            <w:shd w:val="clear" w:color="auto" w:fill="D9D9D9"/>
          </w:tcPr>
          <w:p w14:paraId="382C8077" w14:textId="77777777" w:rsidR="0030780B" w:rsidRPr="008B7EA8" w:rsidRDefault="0030780B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Datum</w:t>
            </w:r>
          </w:p>
        </w:tc>
        <w:tc>
          <w:tcPr>
            <w:tcW w:w="2410" w:type="dxa"/>
            <w:shd w:val="clear" w:color="auto" w:fill="D9D9D9"/>
          </w:tcPr>
          <w:p w14:paraId="1E491D8A" w14:textId="77777777" w:rsidR="0030780B" w:rsidRPr="008B7EA8" w:rsidRDefault="0030780B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Bepaling</w:t>
            </w:r>
          </w:p>
        </w:tc>
        <w:tc>
          <w:tcPr>
            <w:tcW w:w="1984" w:type="dxa"/>
            <w:shd w:val="clear" w:color="auto" w:fill="D9D9D9"/>
          </w:tcPr>
          <w:p w14:paraId="75FEF578" w14:textId="77777777" w:rsidR="0030780B" w:rsidRPr="008B7EA8" w:rsidRDefault="0030780B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Waarde</w:t>
            </w:r>
          </w:p>
        </w:tc>
        <w:tc>
          <w:tcPr>
            <w:tcW w:w="2126" w:type="dxa"/>
            <w:shd w:val="clear" w:color="auto" w:fill="D9D9D9"/>
          </w:tcPr>
          <w:p w14:paraId="511C0197" w14:textId="77777777" w:rsidR="0030780B" w:rsidRPr="008B7EA8" w:rsidRDefault="007F373F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R</w:t>
            </w:r>
            <w:r w:rsidR="0030780B" w:rsidRPr="008B7EA8">
              <w:rPr>
                <w:rFonts w:ascii="Calibri" w:hAnsi="Calibri" w:cs="Calibri"/>
                <w:b/>
              </w:rPr>
              <w:t>eferentiewaarde</w:t>
            </w:r>
          </w:p>
        </w:tc>
        <w:tc>
          <w:tcPr>
            <w:tcW w:w="3200" w:type="dxa"/>
            <w:shd w:val="clear" w:color="auto" w:fill="D9D9D9"/>
          </w:tcPr>
          <w:p w14:paraId="3A75E794" w14:textId="77777777" w:rsidR="0030780B" w:rsidRPr="008B7EA8" w:rsidRDefault="007F373F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C</w:t>
            </w:r>
            <w:r w:rsidR="0030780B" w:rsidRPr="008B7EA8">
              <w:rPr>
                <w:rFonts w:ascii="Calibri" w:hAnsi="Calibri" w:cs="Calibri"/>
                <w:b/>
              </w:rPr>
              <w:t>onclusie</w:t>
            </w:r>
          </w:p>
        </w:tc>
      </w:tr>
      <w:tr w:rsidR="0030780B" w:rsidRPr="00E17F6D" w14:paraId="072600B6" w14:textId="77777777" w:rsidTr="008B7EA8">
        <w:tc>
          <w:tcPr>
            <w:tcW w:w="959" w:type="dxa"/>
            <w:shd w:val="clear" w:color="auto" w:fill="auto"/>
          </w:tcPr>
          <w:p w14:paraId="76B70273" w14:textId="77777777" w:rsidR="0030780B" w:rsidRPr="00E17F6D" w:rsidRDefault="0030780B" w:rsidP="007E270E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65E5ED10" w14:textId="77777777" w:rsidR="0030780B" w:rsidRPr="00E17F6D" w:rsidRDefault="0030780B" w:rsidP="007E270E">
            <w:pPr>
              <w:rPr>
                <w:rFonts w:ascii="Calibri" w:hAnsi="Calibri" w:cs="Calibri"/>
              </w:rPr>
            </w:pPr>
          </w:p>
        </w:tc>
        <w:tc>
          <w:tcPr>
            <w:tcW w:w="1984" w:type="dxa"/>
            <w:shd w:val="clear" w:color="auto" w:fill="auto"/>
          </w:tcPr>
          <w:p w14:paraId="40C45F3F" w14:textId="77777777" w:rsidR="0030780B" w:rsidRPr="00E17F6D" w:rsidRDefault="0030780B" w:rsidP="007E270E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4886C4F5" w14:textId="77777777" w:rsidR="0030780B" w:rsidRPr="00E17F6D" w:rsidRDefault="0030780B" w:rsidP="007E270E">
            <w:pPr>
              <w:rPr>
                <w:rFonts w:ascii="Calibri" w:hAnsi="Calibri" w:cs="Calibri"/>
              </w:rPr>
            </w:pPr>
          </w:p>
        </w:tc>
        <w:tc>
          <w:tcPr>
            <w:tcW w:w="3200" w:type="dxa"/>
            <w:shd w:val="clear" w:color="auto" w:fill="auto"/>
          </w:tcPr>
          <w:p w14:paraId="753ED95F" w14:textId="77777777" w:rsidR="0030780B" w:rsidRPr="00E17F6D" w:rsidRDefault="0030780B" w:rsidP="007E270E">
            <w:pPr>
              <w:rPr>
                <w:rFonts w:ascii="Calibri" w:hAnsi="Calibri" w:cs="Calibri"/>
              </w:rPr>
            </w:pPr>
          </w:p>
        </w:tc>
      </w:tr>
      <w:tr w:rsidR="0030780B" w:rsidRPr="00E17F6D" w14:paraId="319C100E" w14:textId="77777777" w:rsidTr="008B7EA8">
        <w:tc>
          <w:tcPr>
            <w:tcW w:w="959" w:type="dxa"/>
            <w:shd w:val="clear" w:color="auto" w:fill="auto"/>
          </w:tcPr>
          <w:p w14:paraId="57F5E882" w14:textId="77777777" w:rsidR="0030780B" w:rsidRPr="00E17F6D" w:rsidRDefault="0030780B" w:rsidP="007E270E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0FE5AB61" w14:textId="77777777" w:rsidR="0030780B" w:rsidRPr="00E17F6D" w:rsidRDefault="0030780B" w:rsidP="007E270E">
            <w:pPr>
              <w:rPr>
                <w:rFonts w:ascii="Calibri" w:hAnsi="Calibri" w:cs="Calibri"/>
              </w:rPr>
            </w:pPr>
          </w:p>
        </w:tc>
        <w:tc>
          <w:tcPr>
            <w:tcW w:w="1984" w:type="dxa"/>
            <w:shd w:val="clear" w:color="auto" w:fill="auto"/>
          </w:tcPr>
          <w:p w14:paraId="78EC6E25" w14:textId="77777777" w:rsidR="0030780B" w:rsidRPr="00E17F6D" w:rsidRDefault="0030780B" w:rsidP="007E270E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214A6D57" w14:textId="77777777" w:rsidR="0030780B" w:rsidRPr="00E17F6D" w:rsidRDefault="0030780B" w:rsidP="007E270E">
            <w:pPr>
              <w:rPr>
                <w:rFonts w:ascii="Calibri" w:hAnsi="Calibri" w:cs="Calibri"/>
              </w:rPr>
            </w:pPr>
          </w:p>
        </w:tc>
        <w:tc>
          <w:tcPr>
            <w:tcW w:w="3200" w:type="dxa"/>
            <w:shd w:val="clear" w:color="auto" w:fill="auto"/>
          </w:tcPr>
          <w:p w14:paraId="3F516BA9" w14:textId="77777777" w:rsidR="0030780B" w:rsidRPr="00E17F6D" w:rsidRDefault="0030780B" w:rsidP="007E270E">
            <w:pPr>
              <w:rPr>
                <w:rFonts w:ascii="Calibri" w:hAnsi="Calibri" w:cs="Calibri"/>
              </w:rPr>
            </w:pPr>
          </w:p>
        </w:tc>
      </w:tr>
    </w:tbl>
    <w:p w14:paraId="4B20C4DF" w14:textId="77777777" w:rsidR="0030780B" w:rsidRDefault="0030780B" w:rsidP="007E270E">
      <w:pPr>
        <w:rPr>
          <w:rFonts w:ascii="Calibri" w:hAnsi="Calibri" w:cs="Calibri"/>
        </w:rPr>
      </w:pPr>
    </w:p>
    <w:p w14:paraId="432D8C68" w14:textId="77777777" w:rsidR="0030780B" w:rsidRDefault="0030780B" w:rsidP="007E270E">
      <w:pPr>
        <w:rPr>
          <w:rFonts w:ascii="Calibri" w:hAnsi="Calibri" w:cs="Calibri"/>
        </w:rPr>
      </w:pPr>
    </w:p>
    <w:p w14:paraId="4570531D" w14:textId="77777777" w:rsidR="0030780B" w:rsidRPr="007F373F" w:rsidRDefault="0030780B" w:rsidP="007E270E">
      <w:pPr>
        <w:rPr>
          <w:rFonts w:ascii="Calibri" w:hAnsi="Calibri" w:cs="Calibri"/>
          <w:b/>
          <w:u w:val="single"/>
        </w:rPr>
      </w:pPr>
      <w:r w:rsidRPr="007F373F">
        <w:rPr>
          <w:rFonts w:ascii="Calibri" w:hAnsi="Calibri" w:cs="Calibri"/>
          <w:b/>
          <w:u w:val="single"/>
        </w:rPr>
        <w:t>Aanvullend onderzoek:</w:t>
      </w:r>
    </w:p>
    <w:p w14:paraId="01315781" w14:textId="77777777" w:rsidR="0030780B" w:rsidRPr="00DE71DC" w:rsidRDefault="0030780B" w:rsidP="007E270E">
      <w:pPr>
        <w:rPr>
          <w:rFonts w:ascii="Calibri" w:hAnsi="Calibri" w:cs="Calibri"/>
        </w:rPr>
      </w:pPr>
      <w:r>
        <w:rPr>
          <w:rFonts w:ascii="Calibri" w:hAnsi="Calibri" w:cs="Calibri"/>
        </w:rPr>
        <w:t>Meetinstrument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1984"/>
        <w:gridCol w:w="2126"/>
        <w:gridCol w:w="3200"/>
      </w:tblGrid>
      <w:tr w:rsidR="007F373F" w:rsidRPr="008B7EA8" w14:paraId="44B7EDC8" w14:textId="77777777" w:rsidTr="00BD43B0">
        <w:tc>
          <w:tcPr>
            <w:tcW w:w="959" w:type="dxa"/>
            <w:shd w:val="clear" w:color="auto" w:fill="D9D9D9"/>
          </w:tcPr>
          <w:p w14:paraId="5CF6ACC7" w14:textId="77777777" w:rsidR="007F373F" w:rsidRPr="008B7EA8" w:rsidRDefault="007F373F" w:rsidP="00E17F6D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Datum</w:t>
            </w:r>
          </w:p>
        </w:tc>
        <w:tc>
          <w:tcPr>
            <w:tcW w:w="2410" w:type="dxa"/>
            <w:shd w:val="clear" w:color="auto" w:fill="D9D9D9"/>
          </w:tcPr>
          <w:p w14:paraId="7E4F41FB" w14:textId="77777777" w:rsidR="007F373F" w:rsidRPr="008B7EA8" w:rsidRDefault="007F373F" w:rsidP="00E17F6D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Meting</w:t>
            </w:r>
          </w:p>
        </w:tc>
        <w:tc>
          <w:tcPr>
            <w:tcW w:w="1984" w:type="dxa"/>
            <w:shd w:val="clear" w:color="auto" w:fill="D9D9D9"/>
          </w:tcPr>
          <w:p w14:paraId="41A330DF" w14:textId="77777777" w:rsidR="007F373F" w:rsidRPr="008B7EA8" w:rsidRDefault="007F373F" w:rsidP="00E17F6D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Waarde</w:t>
            </w:r>
          </w:p>
        </w:tc>
        <w:tc>
          <w:tcPr>
            <w:tcW w:w="2126" w:type="dxa"/>
            <w:shd w:val="clear" w:color="auto" w:fill="D9D9D9"/>
          </w:tcPr>
          <w:p w14:paraId="2C96AA10" w14:textId="77777777" w:rsidR="007F373F" w:rsidRPr="008B7EA8" w:rsidRDefault="007F373F" w:rsidP="00E17F6D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Referentiewaarde</w:t>
            </w:r>
          </w:p>
        </w:tc>
        <w:tc>
          <w:tcPr>
            <w:tcW w:w="3200" w:type="dxa"/>
            <w:shd w:val="clear" w:color="auto" w:fill="D9D9D9"/>
          </w:tcPr>
          <w:p w14:paraId="2B06F37E" w14:textId="77777777" w:rsidR="007F373F" w:rsidRPr="008B7EA8" w:rsidRDefault="007F373F" w:rsidP="00E17F6D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Conclusie</w:t>
            </w:r>
          </w:p>
        </w:tc>
      </w:tr>
      <w:tr w:rsidR="007F373F" w:rsidRPr="00E17F6D" w14:paraId="32F32EA4" w14:textId="77777777" w:rsidTr="008B7EA8">
        <w:tc>
          <w:tcPr>
            <w:tcW w:w="959" w:type="dxa"/>
            <w:shd w:val="clear" w:color="auto" w:fill="auto"/>
          </w:tcPr>
          <w:p w14:paraId="5F29F6A8" w14:textId="77777777" w:rsidR="007F373F" w:rsidRPr="00E17F6D" w:rsidRDefault="007F373F" w:rsidP="00E17F6D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67E88589" w14:textId="77777777" w:rsidR="007F373F" w:rsidRPr="00E17F6D" w:rsidRDefault="007F373F" w:rsidP="00E17F6D">
            <w:pPr>
              <w:rPr>
                <w:rFonts w:ascii="Calibri" w:hAnsi="Calibri" w:cs="Calibri"/>
              </w:rPr>
            </w:pPr>
          </w:p>
        </w:tc>
        <w:tc>
          <w:tcPr>
            <w:tcW w:w="1984" w:type="dxa"/>
            <w:shd w:val="clear" w:color="auto" w:fill="auto"/>
          </w:tcPr>
          <w:p w14:paraId="5E57D84C" w14:textId="77777777" w:rsidR="007F373F" w:rsidRPr="00E17F6D" w:rsidRDefault="007F373F" w:rsidP="00E17F6D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6B11BB4A" w14:textId="77777777" w:rsidR="007F373F" w:rsidRPr="00E17F6D" w:rsidRDefault="007F373F" w:rsidP="00E17F6D">
            <w:pPr>
              <w:rPr>
                <w:rFonts w:ascii="Calibri" w:hAnsi="Calibri" w:cs="Calibri"/>
              </w:rPr>
            </w:pPr>
          </w:p>
        </w:tc>
        <w:tc>
          <w:tcPr>
            <w:tcW w:w="3200" w:type="dxa"/>
            <w:shd w:val="clear" w:color="auto" w:fill="auto"/>
          </w:tcPr>
          <w:p w14:paraId="224B045D" w14:textId="77777777" w:rsidR="007F373F" w:rsidRPr="00E17F6D" w:rsidRDefault="007F373F" w:rsidP="00E17F6D">
            <w:pPr>
              <w:rPr>
                <w:rFonts w:ascii="Calibri" w:hAnsi="Calibri" w:cs="Calibri"/>
              </w:rPr>
            </w:pPr>
          </w:p>
        </w:tc>
      </w:tr>
      <w:tr w:rsidR="007F373F" w:rsidRPr="00E17F6D" w14:paraId="238FEE22" w14:textId="77777777" w:rsidTr="008B7EA8">
        <w:tc>
          <w:tcPr>
            <w:tcW w:w="959" w:type="dxa"/>
            <w:shd w:val="clear" w:color="auto" w:fill="auto"/>
          </w:tcPr>
          <w:p w14:paraId="36510EAA" w14:textId="77777777" w:rsidR="007F373F" w:rsidRPr="00E17F6D" w:rsidRDefault="007F373F" w:rsidP="00E17F6D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5EAC555D" w14:textId="77777777" w:rsidR="007F373F" w:rsidRPr="00E17F6D" w:rsidRDefault="007F373F" w:rsidP="00E17F6D">
            <w:pPr>
              <w:rPr>
                <w:rFonts w:ascii="Calibri" w:hAnsi="Calibri" w:cs="Calibri"/>
              </w:rPr>
            </w:pPr>
          </w:p>
        </w:tc>
        <w:tc>
          <w:tcPr>
            <w:tcW w:w="1984" w:type="dxa"/>
            <w:shd w:val="clear" w:color="auto" w:fill="auto"/>
          </w:tcPr>
          <w:p w14:paraId="1453C72D" w14:textId="77777777" w:rsidR="007F373F" w:rsidRPr="00E17F6D" w:rsidRDefault="007F373F" w:rsidP="00E17F6D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6D0CBC85" w14:textId="77777777" w:rsidR="007F373F" w:rsidRPr="00E17F6D" w:rsidRDefault="007F373F" w:rsidP="00E17F6D">
            <w:pPr>
              <w:rPr>
                <w:rFonts w:ascii="Calibri" w:hAnsi="Calibri" w:cs="Calibri"/>
              </w:rPr>
            </w:pPr>
          </w:p>
        </w:tc>
        <w:tc>
          <w:tcPr>
            <w:tcW w:w="3200" w:type="dxa"/>
            <w:shd w:val="clear" w:color="auto" w:fill="auto"/>
          </w:tcPr>
          <w:p w14:paraId="1CA93CD8" w14:textId="77777777" w:rsidR="007F373F" w:rsidRPr="00E17F6D" w:rsidRDefault="007F373F" w:rsidP="00E17F6D">
            <w:pPr>
              <w:rPr>
                <w:rFonts w:ascii="Calibri" w:hAnsi="Calibri" w:cs="Calibri"/>
              </w:rPr>
            </w:pPr>
          </w:p>
        </w:tc>
      </w:tr>
    </w:tbl>
    <w:p w14:paraId="63AF42A6" w14:textId="77777777" w:rsidR="00B561ED" w:rsidRPr="00DE71DC" w:rsidRDefault="00B561ED" w:rsidP="007E270E">
      <w:pPr>
        <w:rPr>
          <w:rFonts w:ascii="Calibri" w:hAnsi="Calibri" w:cs="Calibri"/>
        </w:rPr>
      </w:pPr>
    </w:p>
    <w:p w14:paraId="559CD244" w14:textId="77777777" w:rsidR="00B561ED" w:rsidRPr="007F373F" w:rsidRDefault="00B561ED" w:rsidP="007E270E">
      <w:pPr>
        <w:rPr>
          <w:rFonts w:ascii="Calibri" w:hAnsi="Calibri" w:cs="Calibri"/>
          <w:b/>
          <w:u w:val="single"/>
        </w:rPr>
      </w:pPr>
      <w:r w:rsidRPr="007F373F">
        <w:rPr>
          <w:rFonts w:ascii="Calibri" w:hAnsi="Calibri" w:cs="Calibri"/>
          <w:b/>
          <w:u w:val="single"/>
        </w:rPr>
        <w:t>Verpleegkundige anamnese:</w:t>
      </w:r>
      <w:r w:rsidR="00A9413D">
        <w:rPr>
          <w:rFonts w:ascii="Calibri" w:hAnsi="Calibri" w:cs="Calibri"/>
          <w:b/>
          <w:u w:val="single"/>
        </w:rPr>
        <w:t xml:space="preserve"> </w:t>
      </w:r>
      <w:r w:rsidR="00A9413D" w:rsidRPr="00A9413D">
        <w:rPr>
          <w:rFonts w:ascii="Arial Narrow" w:hAnsi="Arial Narrow" w:cs="Calibri"/>
          <w:sz w:val="18"/>
          <w:szCs w:val="18"/>
        </w:rPr>
        <w:t>[</w:t>
      </w:r>
      <w:r w:rsidR="007101C5">
        <w:rPr>
          <w:rFonts w:ascii="Arial Narrow" w:hAnsi="Arial Narrow" w:cs="Calibri"/>
          <w:sz w:val="18"/>
          <w:szCs w:val="18"/>
        </w:rPr>
        <w:t xml:space="preserve">Naar: </w:t>
      </w:r>
      <w:r w:rsidR="00A9413D" w:rsidRPr="00A9413D">
        <w:rPr>
          <w:rFonts w:ascii="Arial Narrow" w:hAnsi="Arial Narrow" w:cs="Calibri"/>
          <w:sz w:val="18"/>
          <w:szCs w:val="18"/>
        </w:rPr>
        <w:t>Gordon, 1995]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1"/>
        <w:gridCol w:w="7028"/>
      </w:tblGrid>
      <w:tr w:rsidR="00B561ED" w:rsidRPr="00DE71DC" w14:paraId="672B1A02" w14:textId="77777777" w:rsidTr="00BD43B0">
        <w:tc>
          <w:tcPr>
            <w:tcW w:w="3510" w:type="dxa"/>
            <w:shd w:val="clear" w:color="auto" w:fill="D9D9D9"/>
          </w:tcPr>
          <w:p w14:paraId="7C3B4D1F" w14:textId="77777777" w:rsidR="00B561ED" w:rsidRDefault="00B561ED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Gezondheidsbeleving en gezondheidsmanagement</w:t>
            </w:r>
          </w:p>
          <w:p w14:paraId="0A0A96FA" w14:textId="77777777" w:rsidR="008B7EA8" w:rsidRPr="008B7EA8" w:rsidRDefault="008B7EA8" w:rsidP="008B7EA8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8B7EA8">
              <w:rPr>
                <w:rFonts w:ascii="Calibri" w:hAnsi="Calibri" w:cs="Calibri"/>
                <w:sz w:val="18"/>
                <w:szCs w:val="18"/>
              </w:rPr>
              <w:lastRenderedPageBreak/>
              <w:t>Gezondheidsgedrag</w:t>
            </w:r>
          </w:p>
          <w:p w14:paraId="534E99E9" w14:textId="77777777" w:rsidR="008B7EA8" w:rsidRPr="008B7EA8" w:rsidRDefault="008B7EA8" w:rsidP="008B7EA8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8B7EA8">
              <w:rPr>
                <w:rFonts w:ascii="Calibri" w:hAnsi="Calibri" w:cs="Calibri"/>
                <w:sz w:val="18"/>
                <w:szCs w:val="18"/>
              </w:rPr>
              <w:t>Zelfbeoordeling gezondheid</w:t>
            </w:r>
          </w:p>
          <w:p w14:paraId="0973561E" w14:textId="77777777" w:rsidR="008B7EA8" w:rsidRPr="008B7EA8" w:rsidRDefault="008B7EA8" w:rsidP="008B7EA8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8B7EA8">
              <w:rPr>
                <w:rFonts w:ascii="Calibri" w:hAnsi="Calibri" w:cs="Calibri"/>
                <w:sz w:val="18"/>
                <w:szCs w:val="18"/>
              </w:rPr>
              <w:t>Zelfonderzoek</w:t>
            </w:r>
          </w:p>
          <w:p w14:paraId="28BB618A" w14:textId="77777777" w:rsidR="008B7EA8" w:rsidRPr="008B7EA8" w:rsidRDefault="008B7EA8" w:rsidP="008B7EA8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8B7EA8">
              <w:rPr>
                <w:rFonts w:ascii="Calibri" w:hAnsi="Calibri" w:cs="Calibri"/>
                <w:sz w:val="18"/>
                <w:szCs w:val="18"/>
              </w:rPr>
              <w:t>Roken/ middelengebruik</w:t>
            </w:r>
          </w:p>
          <w:p w14:paraId="3799BE27" w14:textId="77777777" w:rsidR="008B7EA8" w:rsidRPr="008B7EA8" w:rsidRDefault="008B7EA8" w:rsidP="008B7EA8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8B7EA8">
              <w:rPr>
                <w:rFonts w:ascii="Calibri" w:hAnsi="Calibri" w:cs="Calibri"/>
                <w:sz w:val="18"/>
                <w:szCs w:val="18"/>
              </w:rPr>
              <w:t>Vaccinaties</w:t>
            </w:r>
          </w:p>
          <w:p w14:paraId="2020C1E6" w14:textId="77777777" w:rsidR="008B7EA8" w:rsidRPr="008B7EA8" w:rsidRDefault="008B7EA8" w:rsidP="008B7EA8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sz w:val="18"/>
                <w:szCs w:val="18"/>
              </w:rPr>
              <w:t>Hulpvraag</w:t>
            </w:r>
          </w:p>
        </w:tc>
        <w:tc>
          <w:tcPr>
            <w:tcW w:w="7169" w:type="dxa"/>
            <w:shd w:val="clear" w:color="auto" w:fill="auto"/>
          </w:tcPr>
          <w:p w14:paraId="23BB6554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</w:tr>
      <w:tr w:rsidR="00B561ED" w:rsidRPr="00DE71DC" w14:paraId="426CF47B" w14:textId="77777777" w:rsidTr="00BD43B0">
        <w:tc>
          <w:tcPr>
            <w:tcW w:w="3510" w:type="dxa"/>
            <w:shd w:val="clear" w:color="auto" w:fill="D9D9D9"/>
          </w:tcPr>
          <w:p w14:paraId="7B91BE67" w14:textId="77777777" w:rsidR="00B561ED" w:rsidRDefault="00B561ED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Voeding en stofwisselingspatroon</w:t>
            </w:r>
          </w:p>
          <w:p w14:paraId="2142630A" w14:textId="77777777" w:rsidR="008B7EA8" w:rsidRPr="008B7EA8" w:rsidRDefault="008B7EA8" w:rsidP="008B7EA8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8B7EA8">
              <w:rPr>
                <w:rFonts w:ascii="Calibri" w:hAnsi="Calibri" w:cs="Calibri"/>
                <w:sz w:val="18"/>
                <w:szCs w:val="18"/>
              </w:rPr>
              <w:t>Voeding</w:t>
            </w:r>
          </w:p>
          <w:p w14:paraId="0ADE4696" w14:textId="77777777" w:rsidR="008B7EA8" w:rsidRPr="008B7EA8" w:rsidRDefault="008B7EA8" w:rsidP="008B7EA8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8B7EA8">
              <w:rPr>
                <w:rFonts w:ascii="Calibri" w:hAnsi="Calibri" w:cs="Calibri"/>
                <w:sz w:val="18"/>
                <w:szCs w:val="18"/>
              </w:rPr>
              <w:t>Drinken</w:t>
            </w:r>
          </w:p>
          <w:p w14:paraId="0C4694B4" w14:textId="77777777" w:rsidR="008B7EA8" w:rsidRPr="008B7EA8" w:rsidRDefault="008B7EA8" w:rsidP="008B7EA8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8B7EA8">
              <w:rPr>
                <w:rFonts w:ascii="Calibri" w:hAnsi="Calibri" w:cs="Calibri"/>
                <w:sz w:val="18"/>
                <w:szCs w:val="18"/>
              </w:rPr>
              <w:t>Gewicht/BMI</w:t>
            </w:r>
          </w:p>
          <w:p w14:paraId="0AC37750" w14:textId="77777777" w:rsidR="008B7EA8" w:rsidRPr="008B7EA8" w:rsidRDefault="008B7EA8" w:rsidP="008B7EA8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8B7EA8">
              <w:rPr>
                <w:rFonts w:ascii="Calibri" w:hAnsi="Calibri" w:cs="Calibri"/>
                <w:sz w:val="18"/>
                <w:szCs w:val="18"/>
              </w:rPr>
              <w:t>Eetlust</w:t>
            </w:r>
          </w:p>
          <w:p w14:paraId="07C4FB34" w14:textId="77777777" w:rsidR="008B7EA8" w:rsidRPr="008B7EA8" w:rsidRDefault="008B7EA8" w:rsidP="008B7EA8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8B7EA8">
              <w:rPr>
                <w:rFonts w:ascii="Calibri" w:hAnsi="Calibri" w:cs="Calibri"/>
                <w:sz w:val="18"/>
                <w:szCs w:val="18"/>
              </w:rPr>
              <w:t>Slikken</w:t>
            </w:r>
          </w:p>
          <w:p w14:paraId="2AE5A3C7" w14:textId="77777777" w:rsidR="008B7EA8" w:rsidRPr="008B7EA8" w:rsidRDefault="008B7EA8" w:rsidP="008B7EA8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8B7EA8">
              <w:rPr>
                <w:rFonts w:ascii="Calibri" w:hAnsi="Calibri" w:cs="Calibri"/>
                <w:sz w:val="18"/>
                <w:szCs w:val="18"/>
              </w:rPr>
              <w:t>Huid/ wonden</w:t>
            </w:r>
          </w:p>
          <w:p w14:paraId="46C8D160" w14:textId="77777777" w:rsidR="008B7EA8" w:rsidRPr="008B7EA8" w:rsidRDefault="008B7EA8" w:rsidP="008B7EA8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sz w:val="18"/>
                <w:szCs w:val="18"/>
              </w:rPr>
              <w:t>Gebit</w:t>
            </w:r>
          </w:p>
        </w:tc>
        <w:tc>
          <w:tcPr>
            <w:tcW w:w="7169" w:type="dxa"/>
            <w:shd w:val="clear" w:color="auto" w:fill="auto"/>
          </w:tcPr>
          <w:p w14:paraId="21151FAD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</w:tr>
      <w:tr w:rsidR="00B561ED" w:rsidRPr="00DE71DC" w14:paraId="008DFF7B" w14:textId="77777777" w:rsidTr="00BD43B0">
        <w:tc>
          <w:tcPr>
            <w:tcW w:w="3510" w:type="dxa"/>
            <w:shd w:val="clear" w:color="auto" w:fill="D9D9D9"/>
          </w:tcPr>
          <w:p w14:paraId="68EBFB35" w14:textId="77777777" w:rsidR="00B561ED" w:rsidRDefault="00B561ED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Uitscheidingspatroon</w:t>
            </w:r>
          </w:p>
          <w:p w14:paraId="40110901" w14:textId="77777777" w:rsidR="008B7EA8" w:rsidRPr="00A9413D" w:rsidRDefault="008B7EA8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Ontlasting; frequentie, consistentie, etc,</w:t>
            </w:r>
          </w:p>
          <w:p w14:paraId="689342A7" w14:textId="77777777" w:rsidR="008B7EA8" w:rsidRPr="00A9413D" w:rsidRDefault="008B7EA8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Mictie; frequentie, hoeveelheid. Problemen</w:t>
            </w:r>
          </w:p>
          <w:p w14:paraId="7470F1F5" w14:textId="77777777" w:rsidR="008B7EA8" w:rsidRPr="00A9413D" w:rsidRDefault="008B7EA8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Transpiratie</w:t>
            </w:r>
          </w:p>
          <w:p w14:paraId="2BFF366C" w14:textId="77777777" w:rsidR="008B7EA8" w:rsidRPr="008B7EA8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b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Hulpmiddelen (catheter, stoma</w:t>
            </w:r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7169" w:type="dxa"/>
            <w:shd w:val="clear" w:color="auto" w:fill="auto"/>
          </w:tcPr>
          <w:p w14:paraId="78D78ECB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</w:tr>
      <w:tr w:rsidR="00B561ED" w:rsidRPr="00DE71DC" w14:paraId="56F1E27D" w14:textId="77777777" w:rsidTr="00BD43B0">
        <w:tc>
          <w:tcPr>
            <w:tcW w:w="3510" w:type="dxa"/>
            <w:shd w:val="clear" w:color="auto" w:fill="D9D9D9"/>
          </w:tcPr>
          <w:p w14:paraId="628EBD5D" w14:textId="77777777" w:rsidR="00B561ED" w:rsidRDefault="00B561ED" w:rsidP="00B561ED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Activiteitenpatroon</w:t>
            </w:r>
          </w:p>
          <w:p w14:paraId="19039505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Zelfverzorging</w:t>
            </w:r>
          </w:p>
          <w:p w14:paraId="3978A5E7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Energie</w:t>
            </w:r>
          </w:p>
          <w:p w14:paraId="64815486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Vrije tijdsbesteding</w:t>
            </w:r>
          </w:p>
          <w:p w14:paraId="50948F11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Lopen; actieradius, gang, hulpmiddelen</w:t>
            </w:r>
          </w:p>
          <w:p w14:paraId="6E4158B6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Gewrichten</w:t>
            </w:r>
          </w:p>
          <w:p w14:paraId="5BF540A4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Pols</w:t>
            </w:r>
          </w:p>
          <w:p w14:paraId="6ABDBD99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Ademhaling</w:t>
            </w:r>
          </w:p>
          <w:p w14:paraId="0C1F979D" w14:textId="77777777" w:rsidR="00A9413D" w:rsidRPr="008B7EA8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b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Bloeddruk</w:t>
            </w:r>
          </w:p>
        </w:tc>
        <w:tc>
          <w:tcPr>
            <w:tcW w:w="7169" w:type="dxa"/>
            <w:shd w:val="clear" w:color="auto" w:fill="auto"/>
          </w:tcPr>
          <w:p w14:paraId="33080D45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</w:tr>
      <w:tr w:rsidR="00B561ED" w:rsidRPr="00DE71DC" w14:paraId="3745C159" w14:textId="77777777" w:rsidTr="00BD43B0">
        <w:tc>
          <w:tcPr>
            <w:tcW w:w="3510" w:type="dxa"/>
            <w:shd w:val="clear" w:color="auto" w:fill="D9D9D9"/>
          </w:tcPr>
          <w:p w14:paraId="188AA7C2" w14:textId="77777777" w:rsidR="00B561ED" w:rsidRDefault="004627B5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Slaap-rustpatroon</w:t>
            </w:r>
          </w:p>
          <w:p w14:paraId="1A5288DB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Uitgerust?</w:t>
            </w:r>
          </w:p>
          <w:p w14:paraId="6B59090E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Inslaapproblemen</w:t>
            </w:r>
          </w:p>
          <w:p w14:paraId="51BD5393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Doorslaapproblemen</w:t>
            </w:r>
          </w:p>
          <w:p w14:paraId="673C010C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Slaapomgeving</w:t>
            </w:r>
          </w:p>
          <w:p w14:paraId="0401109D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b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Rustperioden</w:t>
            </w:r>
          </w:p>
        </w:tc>
        <w:tc>
          <w:tcPr>
            <w:tcW w:w="7169" w:type="dxa"/>
            <w:shd w:val="clear" w:color="auto" w:fill="auto"/>
          </w:tcPr>
          <w:p w14:paraId="37E7160D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</w:tr>
      <w:tr w:rsidR="00B561ED" w:rsidRPr="00DE71DC" w14:paraId="2B6D3FBF" w14:textId="77777777" w:rsidTr="00BD43B0">
        <w:tc>
          <w:tcPr>
            <w:tcW w:w="3510" w:type="dxa"/>
            <w:shd w:val="clear" w:color="auto" w:fill="D9D9D9"/>
          </w:tcPr>
          <w:p w14:paraId="0A1737E5" w14:textId="77777777" w:rsidR="00B561ED" w:rsidRDefault="004627B5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Cognitie en waarnemingspatroon</w:t>
            </w:r>
          </w:p>
          <w:p w14:paraId="37C80763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Gehoor</w:t>
            </w:r>
          </w:p>
          <w:p w14:paraId="0FD0277A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Visus</w:t>
            </w:r>
          </w:p>
          <w:p w14:paraId="3F8723E0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Geheugen</w:t>
            </w:r>
          </w:p>
          <w:p w14:paraId="3E7816D3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Concentratie</w:t>
            </w:r>
          </w:p>
          <w:p w14:paraId="20107D50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Inzicht</w:t>
            </w:r>
          </w:p>
          <w:p w14:paraId="33A425AD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Overzicht</w:t>
            </w:r>
          </w:p>
          <w:p w14:paraId="3B463FDB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Besluitvorming</w:t>
            </w:r>
          </w:p>
          <w:p w14:paraId="110C7E84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Kennisniveau/ begrip</w:t>
            </w:r>
          </w:p>
          <w:p w14:paraId="275E4C25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 xml:space="preserve">Leerbaarheid </w:t>
            </w:r>
          </w:p>
          <w:p w14:paraId="679BF823" w14:textId="77777777" w:rsidR="00A9413D" w:rsidRPr="008B7EA8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b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 xml:space="preserve">Pijn </w:t>
            </w:r>
          </w:p>
        </w:tc>
        <w:tc>
          <w:tcPr>
            <w:tcW w:w="7169" w:type="dxa"/>
            <w:shd w:val="clear" w:color="auto" w:fill="auto"/>
          </w:tcPr>
          <w:p w14:paraId="658B489B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</w:tr>
      <w:tr w:rsidR="00B561ED" w:rsidRPr="00DE71DC" w14:paraId="6EB178B6" w14:textId="77777777" w:rsidTr="00BD43B0">
        <w:tc>
          <w:tcPr>
            <w:tcW w:w="3510" w:type="dxa"/>
            <w:shd w:val="clear" w:color="auto" w:fill="D9D9D9"/>
          </w:tcPr>
          <w:p w14:paraId="19334946" w14:textId="77777777" w:rsidR="00B561ED" w:rsidRDefault="004627B5" w:rsidP="004627B5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Zelfbelevingspatroon</w:t>
            </w:r>
          </w:p>
          <w:p w14:paraId="5F8EAF76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Zelfbeschrijving</w:t>
            </w:r>
          </w:p>
          <w:p w14:paraId="7FEE2212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Lichaamsbeeld</w:t>
            </w:r>
          </w:p>
          <w:p w14:paraId="6D9E156E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Emoties/ uiting daarvan</w:t>
            </w:r>
          </w:p>
          <w:p w14:paraId="64A917C4" w14:textId="77777777" w:rsidR="00A9413D" w:rsidRPr="00A9413D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Zelfcontrole</w:t>
            </w:r>
          </w:p>
          <w:p w14:paraId="4601AF51" w14:textId="77777777" w:rsidR="00A9413D" w:rsidRPr="008B7EA8" w:rsidRDefault="00A9413D" w:rsidP="00A9413D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b/>
              </w:rPr>
            </w:pPr>
            <w:r w:rsidRPr="00A9413D">
              <w:rPr>
                <w:rFonts w:ascii="Calibri" w:hAnsi="Calibri" w:cs="Calibri"/>
                <w:sz w:val="18"/>
                <w:szCs w:val="18"/>
              </w:rPr>
              <w:t>Zelfvertrouwen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7169" w:type="dxa"/>
            <w:shd w:val="clear" w:color="auto" w:fill="auto"/>
          </w:tcPr>
          <w:p w14:paraId="49AF8C98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</w:tr>
      <w:tr w:rsidR="00B561ED" w:rsidRPr="00DE71DC" w14:paraId="135A0296" w14:textId="77777777" w:rsidTr="00BD43B0">
        <w:tc>
          <w:tcPr>
            <w:tcW w:w="3510" w:type="dxa"/>
            <w:shd w:val="clear" w:color="auto" w:fill="D9D9D9"/>
          </w:tcPr>
          <w:p w14:paraId="2970C1A0" w14:textId="77777777" w:rsidR="00B561ED" w:rsidRDefault="004627B5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Rollen en relatiepatroon</w:t>
            </w:r>
          </w:p>
          <w:p w14:paraId="65C0D2FE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Relaties</w:t>
            </w:r>
          </w:p>
          <w:p w14:paraId="316B3922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Problemen </w:t>
            </w:r>
          </w:p>
          <w:p w14:paraId="797BA58A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Zorg voor kinderen?</w:t>
            </w:r>
          </w:p>
          <w:p w14:paraId="178A9752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Sociaal netwerk</w:t>
            </w:r>
          </w:p>
          <w:p w14:paraId="3ADBE5C1" w14:textId="77777777" w:rsidR="007101C5" w:rsidRPr="008B7EA8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b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Communicatie/ sociale vaardigheden</w:t>
            </w:r>
          </w:p>
        </w:tc>
        <w:tc>
          <w:tcPr>
            <w:tcW w:w="7169" w:type="dxa"/>
            <w:shd w:val="clear" w:color="auto" w:fill="auto"/>
          </w:tcPr>
          <w:p w14:paraId="2109E319" w14:textId="77777777" w:rsidR="00B561ED" w:rsidRPr="00DE71DC" w:rsidRDefault="00B561ED" w:rsidP="007E270E">
            <w:pPr>
              <w:rPr>
                <w:rFonts w:ascii="Calibri" w:hAnsi="Calibri" w:cs="Calibri"/>
              </w:rPr>
            </w:pPr>
          </w:p>
        </w:tc>
      </w:tr>
      <w:tr w:rsidR="004627B5" w:rsidRPr="00DE71DC" w14:paraId="2F84BE9B" w14:textId="77777777" w:rsidTr="00BD43B0">
        <w:tc>
          <w:tcPr>
            <w:tcW w:w="3510" w:type="dxa"/>
            <w:shd w:val="clear" w:color="auto" w:fill="D9D9D9"/>
          </w:tcPr>
          <w:p w14:paraId="7F21F96C" w14:textId="77777777" w:rsidR="004627B5" w:rsidRDefault="004627B5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Seksualiteits- en voortplantingspatroon</w:t>
            </w:r>
          </w:p>
          <w:p w14:paraId="556AA8A2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Bevredigende seksuele relaties/ activiteit?</w:t>
            </w:r>
          </w:p>
          <w:p w14:paraId="77D42730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Vrouwen; menstruatie, problemen, Zwangerschap, bevallingen</w:t>
            </w:r>
          </w:p>
          <w:p w14:paraId="20F06290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Mannen; erectieproblemen ejaculatieproblemen?</w:t>
            </w:r>
          </w:p>
          <w:p w14:paraId="4101E72F" w14:textId="77777777" w:rsidR="007101C5" w:rsidRPr="008B7EA8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b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Seksueel trauma?</w:t>
            </w:r>
          </w:p>
        </w:tc>
        <w:tc>
          <w:tcPr>
            <w:tcW w:w="7169" w:type="dxa"/>
            <w:shd w:val="clear" w:color="auto" w:fill="auto"/>
          </w:tcPr>
          <w:p w14:paraId="010ECABF" w14:textId="77777777" w:rsidR="004627B5" w:rsidRPr="00DE71DC" w:rsidRDefault="004627B5" w:rsidP="007E270E">
            <w:pPr>
              <w:rPr>
                <w:rFonts w:ascii="Calibri" w:hAnsi="Calibri" w:cs="Calibri"/>
              </w:rPr>
            </w:pPr>
          </w:p>
        </w:tc>
      </w:tr>
      <w:tr w:rsidR="004627B5" w:rsidRPr="00DE71DC" w14:paraId="15BD793C" w14:textId="77777777" w:rsidTr="00BD43B0">
        <w:tc>
          <w:tcPr>
            <w:tcW w:w="3510" w:type="dxa"/>
            <w:shd w:val="clear" w:color="auto" w:fill="D9D9D9"/>
          </w:tcPr>
          <w:p w14:paraId="12910326" w14:textId="77777777" w:rsidR="004627B5" w:rsidRDefault="004627B5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Stressverwerkingspatroon</w:t>
            </w:r>
          </w:p>
          <w:p w14:paraId="603288AE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Grote veranderingen in het leven?</w:t>
            </w:r>
          </w:p>
          <w:p w14:paraId="0DB2626E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Crisissituaties?</w:t>
            </w:r>
          </w:p>
          <w:p w14:paraId="0F76BE47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Huidige gezondheidstoestand als stressor, Betekenis?</w:t>
            </w:r>
          </w:p>
          <w:p w14:paraId="596E52A1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b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Copingmechanismen, effectiviteit?</w:t>
            </w:r>
          </w:p>
          <w:p w14:paraId="7864C419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Gebruik van middelen als copingstrategie?</w:t>
            </w:r>
          </w:p>
        </w:tc>
        <w:tc>
          <w:tcPr>
            <w:tcW w:w="7169" w:type="dxa"/>
            <w:shd w:val="clear" w:color="auto" w:fill="auto"/>
          </w:tcPr>
          <w:p w14:paraId="4CC3FC93" w14:textId="77777777" w:rsidR="004627B5" w:rsidRPr="00DE71DC" w:rsidRDefault="004627B5" w:rsidP="007E270E">
            <w:pPr>
              <w:rPr>
                <w:rFonts w:ascii="Calibri" w:hAnsi="Calibri" w:cs="Calibri"/>
              </w:rPr>
            </w:pPr>
          </w:p>
        </w:tc>
      </w:tr>
      <w:tr w:rsidR="004627B5" w:rsidRPr="00DE71DC" w14:paraId="0DFC5931" w14:textId="77777777" w:rsidTr="00BD43B0">
        <w:tc>
          <w:tcPr>
            <w:tcW w:w="3510" w:type="dxa"/>
            <w:shd w:val="clear" w:color="auto" w:fill="D9D9D9"/>
          </w:tcPr>
          <w:p w14:paraId="20E0A081" w14:textId="77777777" w:rsidR="004627B5" w:rsidRDefault="004627B5" w:rsidP="007E270E">
            <w:pPr>
              <w:rPr>
                <w:rFonts w:ascii="Calibri" w:hAnsi="Calibri" w:cs="Calibri"/>
                <w:b/>
              </w:rPr>
            </w:pPr>
            <w:r w:rsidRPr="008B7EA8">
              <w:rPr>
                <w:rFonts w:ascii="Calibri" w:hAnsi="Calibri" w:cs="Calibri"/>
                <w:b/>
              </w:rPr>
              <w:t>Waarden en levensovertuigingenpatroon</w:t>
            </w:r>
          </w:p>
          <w:p w14:paraId="647A470F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Geeft het leven wat u zoekt?</w:t>
            </w:r>
          </w:p>
          <w:p w14:paraId="4204EE41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Toekomstplannen?</w:t>
            </w:r>
          </w:p>
          <w:p w14:paraId="52350B5B" w14:textId="77777777" w:rsidR="007101C5" w:rsidRPr="007101C5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sz w:val="18"/>
                <w:szCs w:val="18"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Godsdienst belangrijk?</w:t>
            </w:r>
          </w:p>
          <w:p w14:paraId="5801706F" w14:textId="77777777" w:rsidR="007101C5" w:rsidRPr="008B7EA8" w:rsidRDefault="007101C5" w:rsidP="007101C5">
            <w:pPr>
              <w:numPr>
                <w:ilvl w:val="0"/>
                <w:numId w:val="2"/>
              </w:numPr>
              <w:ind w:left="284" w:hanging="218"/>
              <w:rPr>
                <w:rFonts w:ascii="Calibri" w:hAnsi="Calibri" w:cs="Calibri"/>
                <w:b/>
              </w:rPr>
            </w:pPr>
            <w:r w:rsidRPr="007101C5">
              <w:rPr>
                <w:rFonts w:ascii="Calibri" w:hAnsi="Calibri" w:cs="Calibri"/>
                <w:sz w:val="18"/>
                <w:szCs w:val="18"/>
              </w:rPr>
              <w:t>Culturele conflicten?</w:t>
            </w:r>
          </w:p>
        </w:tc>
        <w:tc>
          <w:tcPr>
            <w:tcW w:w="7169" w:type="dxa"/>
            <w:shd w:val="clear" w:color="auto" w:fill="auto"/>
          </w:tcPr>
          <w:p w14:paraId="4A432C03" w14:textId="77777777" w:rsidR="004627B5" w:rsidRPr="00DE71DC" w:rsidRDefault="004627B5" w:rsidP="007E270E">
            <w:pPr>
              <w:rPr>
                <w:rFonts w:ascii="Calibri" w:hAnsi="Calibri" w:cs="Calibri"/>
              </w:rPr>
            </w:pPr>
          </w:p>
        </w:tc>
      </w:tr>
    </w:tbl>
    <w:p w14:paraId="24F66812" w14:textId="77777777" w:rsidR="00B561ED" w:rsidRPr="00DE71DC" w:rsidRDefault="00B561ED" w:rsidP="007E270E">
      <w:pPr>
        <w:rPr>
          <w:rFonts w:ascii="Calibri" w:hAnsi="Calibri" w:cs="Calibri"/>
        </w:rPr>
      </w:pPr>
    </w:p>
    <w:p w14:paraId="1C034804" w14:textId="77777777" w:rsidR="004627B5" w:rsidRPr="00DE71DC" w:rsidRDefault="004627B5" w:rsidP="007E270E">
      <w:pPr>
        <w:rPr>
          <w:rFonts w:ascii="Calibri" w:hAnsi="Calibri" w:cs="Calibri"/>
          <w:b/>
          <w:u w:val="single"/>
        </w:rPr>
      </w:pPr>
      <w:r w:rsidRPr="00DE71DC">
        <w:rPr>
          <w:rFonts w:ascii="Calibri" w:hAnsi="Calibri" w:cs="Calibri"/>
          <w:b/>
          <w:u w:val="single"/>
        </w:rPr>
        <w:t>Disfunctionele patronen/ Activerende gegevens:</w:t>
      </w:r>
    </w:p>
    <w:p w14:paraId="44EE9440" w14:textId="77777777" w:rsidR="00A91D1B" w:rsidRPr="005426E8" w:rsidRDefault="005426E8" w:rsidP="007E270E">
      <w:pPr>
        <w:rPr>
          <w:rFonts w:ascii="Arial Narrow" w:hAnsi="Arial Narrow" w:cs="Calibri"/>
          <w:sz w:val="18"/>
          <w:szCs w:val="20"/>
        </w:rPr>
      </w:pPr>
      <w:r>
        <w:rPr>
          <w:rFonts w:ascii="Arial Narrow" w:hAnsi="Arial Narrow" w:cs="Calibri"/>
          <w:sz w:val="18"/>
          <w:szCs w:val="20"/>
        </w:rPr>
        <w:t>[G</w:t>
      </w:r>
      <w:r w:rsidRPr="005426E8">
        <w:rPr>
          <w:rFonts w:ascii="Arial Narrow" w:hAnsi="Arial Narrow" w:cs="Calibri"/>
          <w:sz w:val="18"/>
          <w:szCs w:val="20"/>
        </w:rPr>
        <w:t xml:space="preserve">ebruik deze gegevens om </w:t>
      </w:r>
      <w:r w:rsidR="0032183F">
        <w:rPr>
          <w:rFonts w:ascii="Arial Narrow" w:hAnsi="Arial Narrow" w:cs="Calibri"/>
          <w:sz w:val="18"/>
          <w:szCs w:val="20"/>
        </w:rPr>
        <w:t>prioriteiten te stellen en te clusteren in de probleemlijst</w:t>
      </w:r>
      <w:r w:rsidRPr="005426E8">
        <w:rPr>
          <w:rFonts w:ascii="Arial Narrow" w:hAnsi="Arial Narrow" w:cs="Calibri"/>
          <w:sz w:val="18"/>
          <w:szCs w:val="20"/>
        </w:rPr>
        <w:t>]</w:t>
      </w:r>
    </w:p>
    <w:p w14:paraId="0FBA2A14" w14:textId="77777777" w:rsidR="007F373F" w:rsidRDefault="007F373F" w:rsidP="007E270E">
      <w:pPr>
        <w:rPr>
          <w:rFonts w:ascii="Calibri" w:hAnsi="Calibri" w:cs="Calibri"/>
        </w:rPr>
      </w:pPr>
    </w:p>
    <w:p w14:paraId="73ECF809" w14:textId="77777777" w:rsidR="0032183F" w:rsidRDefault="0032183F" w:rsidP="007E270E">
      <w:pPr>
        <w:rPr>
          <w:rFonts w:ascii="Calibri" w:hAnsi="Calibri" w:cs="Calibri"/>
        </w:rPr>
      </w:pPr>
    </w:p>
    <w:p w14:paraId="64F46901" w14:textId="77777777" w:rsidR="0032183F" w:rsidRPr="0032183F" w:rsidRDefault="0032183F" w:rsidP="007E270E">
      <w:pPr>
        <w:rPr>
          <w:rFonts w:ascii="Calibri" w:hAnsi="Calibri" w:cs="Calibri"/>
          <w:b/>
          <w:u w:val="single"/>
        </w:rPr>
      </w:pPr>
      <w:r w:rsidRPr="0032183F">
        <w:rPr>
          <w:rFonts w:ascii="Calibri" w:hAnsi="Calibri" w:cs="Calibri"/>
          <w:b/>
          <w:u w:val="single"/>
        </w:rPr>
        <w:t>Probleemlijst</w:t>
      </w:r>
    </w:p>
    <w:p w14:paraId="0F6D2F65" w14:textId="77777777" w:rsidR="0032183F" w:rsidRPr="005426E8" w:rsidRDefault="0032183F" w:rsidP="0032183F">
      <w:pPr>
        <w:rPr>
          <w:rFonts w:ascii="Arial Narrow" w:hAnsi="Arial Narrow" w:cs="Calibri"/>
          <w:sz w:val="18"/>
          <w:szCs w:val="20"/>
        </w:rPr>
      </w:pPr>
      <w:r>
        <w:rPr>
          <w:rFonts w:ascii="Arial Narrow" w:hAnsi="Arial Narrow" w:cs="Calibri"/>
          <w:sz w:val="18"/>
          <w:szCs w:val="20"/>
        </w:rPr>
        <w:t>[G</w:t>
      </w:r>
      <w:r w:rsidRPr="005426E8">
        <w:rPr>
          <w:rFonts w:ascii="Arial Narrow" w:hAnsi="Arial Narrow" w:cs="Calibri"/>
          <w:sz w:val="18"/>
          <w:szCs w:val="20"/>
        </w:rPr>
        <w:t>ebruik deze gegevens om in te voeren in Chiron]</w:t>
      </w:r>
    </w:p>
    <w:p w14:paraId="6ABFFBF9" w14:textId="77777777" w:rsidR="0032183F" w:rsidRPr="007F373F" w:rsidRDefault="0032183F" w:rsidP="007E270E">
      <w:pPr>
        <w:rPr>
          <w:rFonts w:ascii="Calibri" w:hAnsi="Calibri" w:cs="Calibri"/>
        </w:rPr>
      </w:pPr>
    </w:p>
    <w:p w14:paraId="623267D5" w14:textId="77777777" w:rsidR="007F373F" w:rsidRPr="007F373F" w:rsidRDefault="007F373F" w:rsidP="007E270E">
      <w:pPr>
        <w:rPr>
          <w:rFonts w:ascii="Calibri" w:hAnsi="Calibri" w:cs="Calibri"/>
        </w:rPr>
      </w:pPr>
    </w:p>
    <w:p w14:paraId="42C63131" w14:textId="77777777" w:rsidR="007F373F" w:rsidRDefault="007F373F" w:rsidP="007E270E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Gehanteerde richtlijn:</w:t>
      </w:r>
    </w:p>
    <w:p w14:paraId="485A0456" w14:textId="77777777" w:rsidR="00986DF5" w:rsidRPr="00986DF5" w:rsidRDefault="00986DF5" w:rsidP="007E270E">
      <w:pPr>
        <w:rPr>
          <w:rFonts w:ascii="Arial Narrow" w:hAnsi="Arial Narrow" w:cs="Calibri"/>
          <w:bCs/>
          <w:sz w:val="18"/>
          <w:szCs w:val="18"/>
          <w:u w:val="single"/>
        </w:rPr>
      </w:pPr>
      <w:hyperlink r:id="rId9" w:history="1">
        <w:r w:rsidRPr="00986DF5">
          <w:rPr>
            <w:rStyle w:val="Hyperlink"/>
            <w:rFonts w:ascii="Arial Narrow" w:hAnsi="Arial Narrow" w:cs="Calibri"/>
            <w:bCs/>
            <w:sz w:val="18"/>
            <w:szCs w:val="18"/>
          </w:rPr>
          <w:t>https://richtlijnendatabase.nl/</w:t>
        </w:r>
      </w:hyperlink>
      <w:r w:rsidRPr="00986DF5">
        <w:rPr>
          <w:rFonts w:ascii="Arial Narrow" w:hAnsi="Arial Narrow" w:cs="Calibri"/>
          <w:bCs/>
          <w:sz w:val="18"/>
          <w:szCs w:val="18"/>
        </w:rPr>
        <w:t xml:space="preserve"> ga naar verpleegkunde</w:t>
      </w:r>
    </w:p>
    <w:p w14:paraId="4065216C" w14:textId="77777777" w:rsidR="005426E8" w:rsidRPr="005426E8" w:rsidRDefault="005426E8" w:rsidP="007E270E">
      <w:pPr>
        <w:rPr>
          <w:rFonts w:ascii="Calibri" w:hAnsi="Calibri" w:cs="Calibri"/>
        </w:rPr>
      </w:pPr>
    </w:p>
    <w:sectPr w:rsidR="005426E8" w:rsidRPr="005426E8" w:rsidSect="0068715C">
      <w:headerReference w:type="default" r:id="rId10"/>
      <w:pgSz w:w="12240" w:h="15840"/>
      <w:pgMar w:top="567" w:right="567" w:bottom="567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FE84C" w14:textId="77777777" w:rsidR="00820E54" w:rsidRDefault="00820E54">
      <w:r>
        <w:separator/>
      </w:r>
    </w:p>
  </w:endnote>
  <w:endnote w:type="continuationSeparator" w:id="0">
    <w:p w14:paraId="5F3AB892" w14:textId="77777777" w:rsidR="00820E54" w:rsidRDefault="00820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B16E" w14:textId="77777777" w:rsidR="00820E54" w:rsidRDefault="00820E54">
      <w:r>
        <w:separator/>
      </w:r>
    </w:p>
  </w:footnote>
  <w:footnote w:type="continuationSeparator" w:id="0">
    <w:p w14:paraId="0F633FE1" w14:textId="77777777" w:rsidR="00820E54" w:rsidRDefault="00820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268"/>
      <w:gridCol w:w="6771"/>
      <w:gridCol w:w="1701"/>
    </w:tblGrid>
    <w:tr w:rsidR="0004748D" w14:paraId="73992491" w14:textId="77777777" w:rsidTr="00D709A0">
      <w:trPr>
        <w:trHeight w:val="557"/>
      </w:trPr>
      <w:tc>
        <w:tcPr>
          <w:tcW w:w="2268" w:type="dxa"/>
          <w:shd w:val="clear" w:color="auto" w:fill="auto"/>
        </w:tcPr>
        <w:p w14:paraId="598310EC" w14:textId="77777777" w:rsidR="0004748D" w:rsidRPr="00822A40" w:rsidRDefault="00C6447F" w:rsidP="0068715C">
          <w:pPr>
            <w:pStyle w:val="Heading1"/>
            <w:rPr>
              <w:kern w:val="0"/>
              <w:sz w:val="26"/>
            </w:rPr>
          </w:pPr>
          <w:r w:rsidRPr="00C6447F">
            <w:rPr>
              <w:kern w:val="0"/>
              <w:sz w:val="22"/>
            </w:rPr>
            <w:t>Basisgegevenslijst</w:t>
          </w:r>
          <w:r w:rsidR="0030780B">
            <w:rPr>
              <w:kern w:val="0"/>
              <w:sz w:val="22"/>
            </w:rPr>
            <w:t xml:space="preserve"> &amp; Anamnese</w:t>
          </w:r>
        </w:p>
      </w:tc>
      <w:tc>
        <w:tcPr>
          <w:tcW w:w="6771" w:type="dxa"/>
          <w:shd w:val="clear" w:color="auto" w:fill="auto"/>
        </w:tcPr>
        <w:p w14:paraId="142D0088" w14:textId="2A2EB61D" w:rsidR="0004748D" w:rsidRPr="00822A40" w:rsidRDefault="00D54DB4" w:rsidP="00822A40">
          <w:pPr>
            <w:pStyle w:val="Header"/>
            <w:jc w:val="center"/>
            <w:rPr>
              <w:color w:val="808080"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8AD7ADC" wp14:editId="1FD42F7E">
                <wp:simplePos x="0" y="0"/>
                <wp:positionH relativeFrom="column">
                  <wp:posOffset>4177665</wp:posOffset>
                </wp:positionH>
                <wp:positionV relativeFrom="paragraph">
                  <wp:posOffset>47625</wp:posOffset>
                </wp:positionV>
                <wp:extent cx="1158240" cy="39624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824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01" w:type="dxa"/>
          <w:shd w:val="clear" w:color="auto" w:fill="auto"/>
        </w:tcPr>
        <w:p w14:paraId="1D7A303C" w14:textId="77777777" w:rsidR="0004748D" w:rsidRDefault="0004748D" w:rsidP="00A77FF0">
          <w:pPr>
            <w:pStyle w:val="Header"/>
            <w:ind w:right="120"/>
            <w:jc w:val="right"/>
          </w:pPr>
        </w:p>
      </w:tc>
    </w:tr>
  </w:tbl>
  <w:p w14:paraId="551CC669" w14:textId="77777777" w:rsidR="0004748D" w:rsidRDefault="0004748D" w:rsidP="0004748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02C8F9A"/>
    <w:lvl w:ilvl="0">
      <w:numFmt w:val="bullet"/>
      <w:lvlText w:val="*"/>
      <w:lvlJc w:val="left"/>
    </w:lvl>
  </w:abstractNum>
  <w:abstractNum w:abstractNumId="1" w15:restartNumberingAfterBreak="0">
    <w:nsid w:val="77762B08"/>
    <w:multiLevelType w:val="hybridMultilevel"/>
    <w:tmpl w:val="197ADEC4"/>
    <w:lvl w:ilvl="0" w:tplc="9B5C929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DB4"/>
    <w:rsid w:val="00035B7C"/>
    <w:rsid w:val="0004748D"/>
    <w:rsid w:val="000633C6"/>
    <w:rsid w:val="0008101F"/>
    <w:rsid w:val="000E11C9"/>
    <w:rsid w:val="000F26D1"/>
    <w:rsid w:val="00101D2D"/>
    <w:rsid w:val="00151C99"/>
    <w:rsid w:val="00260CDE"/>
    <w:rsid w:val="002713AE"/>
    <w:rsid w:val="00295FC4"/>
    <w:rsid w:val="00297BBB"/>
    <w:rsid w:val="002A3DB9"/>
    <w:rsid w:val="002C70D6"/>
    <w:rsid w:val="0030780B"/>
    <w:rsid w:val="0032183F"/>
    <w:rsid w:val="003241E2"/>
    <w:rsid w:val="00330CE0"/>
    <w:rsid w:val="003C3C91"/>
    <w:rsid w:val="003E1932"/>
    <w:rsid w:val="004627B5"/>
    <w:rsid w:val="00481C93"/>
    <w:rsid w:val="00484F0D"/>
    <w:rsid w:val="004E56F7"/>
    <w:rsid w:val="005250CF"/>
    <w:rsid w:val="005426E8"/>
    <w:rsid w:val="00590419"/>
    <w:rsid w:val="005F75FB"/>
    <w:rsid w:val="00631269"/>
    <w:rsid w:val="006535BD"/>
    <w:rsid w:val="0068715C"/>
    <w:rsid w:val="006F170A"/>
    <w:rsid w:val="007101C5"/>
    <w:rsid w:val="00762A3D"/>
    <w:rsid w:val="00792604"/>
    <w:rsid w:val="00792677"/>
    <w:rsid w:val="007C386F"/>
    <w:rsid w:val="007E270E"/>
    <w:rsid w:val="007F373F"/>
    <w:rsid w:val="007F5E41"/>
    <w:rsid w:val="00820E54"/>
    <w:rsid w:val="00822A40"/>
    <w:rsid w:val="008362AC"/>
    <w:rsid w:val="008419A7"/>
    <w:rsid w:val="00842B9D"/>
    <w:rsid w:val="008B7EA8"/>
    <w:rsid w:val="008C3252"/>
    <w:rsid w:val="00957FC8"/>
    <w:rsid w:val="0097185B"/>
    <w:rsid w:val="00986DF5"/>
    <w:rsid w:val="009A6769"/>
    <w:rsid w:val="009D19E6"/>
    <w:rsid w:val="009D32CF"/>
    <w:rsid w:val="009E1DF0"/>
    <w:rsid w:val="009E4401"/>
    <w:rsid w:val="00A123EC"/>
    <w:rsid w:val="00A42EF5"/>
    <w:rsid w:val="00A77FF0"/>
    <w:rsid w:val="00A84834"/>
    <w:rsid w:val="00A91D1B"/>
    <w:rsid w:val="00A9413D"/>
    <w:rsid w:val="00AA1DFB"/>
    <w:rsid w:val="00AE6E2F"/>
    <w:rsid w:val="00B375FA"/>
    <w:rsid w:val="00B561ED"/>
    <w:rsid w:val="00B76567"/>
    <w:rsid w:val="00BD43B0"/>
    <w:rsid w:val="00C24D13"/>
    <w:rsid w:val="00C2674B"/>
    <w:rsid w:val="00C573DA"/>
    <w:rsid w:val="00C61810"/>
    <w:rsid w:val="00C6447F"/>
    <w:rsid w:val="00C6709E"/>
    <w:rsid w:val="00C802D7"/>
    <w:rsid w:val="00C979B1"/>
    <w:rsid w:val="00CF20A5"/>
    <w:rsid w:val="00D54DB4"/>
    <w:rsid w:val="00D709A0"/>
    <w:rsid w:val="00DE71DC"/>
    <w:rsid w:val="00E17F6D"/>
    <w:rsid w:val="00E473A7"/>
    <w:rsid w:val="00E50D39"/>
    <w:rsid w:val="00E558E0"/>
    <w:rsid w:val="00EF5B67"/>
    <w:rsid w:val="00EF678A"/>
    <w:rsid w:val="00F12267"/>
    <w:rsid w:val="00F4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03BD90"/>
  <w15:chartTrackingRefBased/>
  <w15:docId w15:val="{6BECD263-D6C1-43FD-8114-75107422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E50D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50D3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50D3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E50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30780B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986D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vkc.nl/zoek-een-tes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rmacotherapeutischkompas.n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ichtlijnendatabase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hiron\Anamnes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Anamnese.dot</Template>
  <TotalTime>1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Verpleegkundige diagnose</vt:lpstr>
      <vt:lpstr>Verpleegkundige diagnose</vt:lpstr>
    </vt:vector>
  </TitlesOfParts>
  <Company>Medictcare</Company>
  <LinksUpToDate>false</LinksUpToDate>
  <CharactersWithSpaces>2698</CharactersWithSpaces>
  <SharedDoc>false</SharedDoc>
  <HLinks>
    <vt:vector size="18" baseType="variant">
      <vt:variant>
        <vt:i4>3145766</vt:i4>
      </vt:variant>
      <vt:variant>
        <vt:i4>6</vt:i4>
      </vt:variant>
      <vt:variant>
        <vt:i4>0</vt:i4>
      </vt:variant>
      <vt:variant>
        <vt:i4>5</vt:i4>
      </vt:variant>
      <vt:variant>
        <vt:lpwstr>https://richtlijnendatabase.nl/</vt:lpwstr>
      </vt:variant>
      <vt:variant>
        <vt:lpwstr/>
      </vt:variant>
      <vt:variant>
        <vt:i4>1310744</vt:i4>
      </vt:variant>
      <vt:variant>
        <vt:i4>3</vt:i4>
      </vt:variant>
      <vt:variant>
        <vt:i4>0</vt:i4>
      </vt:variant>
      <vt:variant>
        <vt:i4>5</vt:i4>
      </vt:variant>
      <vt:variant>
        <vt:lpwstr>https://www.nvkc.nl/zoek-een-test</vt:lpwstr>
      </vt:variant>
      <vt:variant>
        <vt:lpwstr/>
      </vt:variant>
      <vt:variant>
        <vt:i4>7340138</vt:i4>
      </vt:variant>
      <vt:variant>
        <vt:i4>0</vt:i4>
      </vt:variant>
      <vt:variant>
        <vt:i4>0</vt:i4>
      </vt:variant>
      <vt:variant>
        <vt:i4>5</vt:i4>
      </vt:variant>
      <vt:variant>
        <vt:lpwstr>https://www.farmacotherapeutischkompas.nl/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Verpleegkundige diagnose</dc:title>
  <dc:subject/>
  <dc:creator>Wietse Dol</dc:creator>
  <cp:keywords/>
  <dc:description/>
  <cp:lastModifiedBy>Wietse Dol</cp:lastModifiedBy>
  <cp:revision>1</cp:revision>
  <cp:lastPrinted>2003-11-23T13:43:00Z</cp:lastPrinted>
  <dcterms:created xsi:type="dcterms:W3CDTF">2021-11-04T06:58:00Z</dcterms:created>
  <dcterms:modified xsi:type="dcterms:W3CDTF">2021-11-04T06:59:00Z</dcterms:modified>
</cp:coreProperties>
</file>